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04" w:rsidRDefault="00F23304" w:rsidP="00E07A61">
      <w:pPr>
        <w:ind w:left="432"/>
        <w:rPr>
          <w:sz w:val="20"/>
          <w:szCs w:val="20"/>
        </w:rPr>
      </w:pPr>
    </w:p>
    <w:p w:rsidR="00586747" w:rsidRPr="00186E66" w:rsidRDefault="00586747" w:rsidP="00E07A61">
      <w:pPr>
        <w:ind w:left="432"/>
        <w:rPr>
          <w:sz w:val="20"/>
          <w:szCs w:val="20"/>
        </w:rPr>
      </w:pPr>
      <w:r w:rsidRPr="00186E66">
        <w:rPr>
          <w:sz w:val="20"/>
          <w:szCs w:val="20"/>
        </w:rPr>
        <w:t>Hal : Lamara</w:t>
      </w:r>
      <w:r w:rsidR="006C607A">
        <w:rPr>
          <w:sz w:val="20"/>
          <w:szCs w:val="20"/>
        </w:rPr>
        <w:t>n</w:t>
      </w:r>
      <w:r w:rsidRPr="00186E66">
        <w:rPr>
          <w:sz w:val="20"/>
          <w:szCs w:val="20"/>
        </w:rPr>
        <w:t xml:space="preserve"> Pekerjaan</w:t>
      </w:r>
    </w:p>
    <w:p w:rsidR="004E4F0B" w:rsidRPr="00186E66" w:rsidRDefault="00586747" w:rsidP="00E07A61">
      <w:pPr>
        <w:ind w:left="432"/>
        <w:rPr>
          <w:sz w:val="20"/>
          <w:szCs w:val="20"/>
        </w:rPr>
      </w:pPr>
      <w:r w:rsidRPr="00186E66">
        <w:rPr>
          <w:sz w:val="20"/>
          <w:szCs w:val="20"/>
        </w:rPr>
        <w:tab/>
      </w:r>
      <w:r w:rsidRPr="00186E66">
        <w:rPr>
          <w:sz w:val="20"/>
          <w:szCs w:val="20"/>
        </w:rPr>
        <w:tab/>
      </w:r>
      <w:r w:rsidRPr="00186E66">
        <w:rPr>
          <w:sz w:val="20"/>
          <w:szCs w:val="20"/>
        </w:rPr>
        <w:tab/>
      </w:r>
      <w:r w:rsidRPr="00186E66">
        <w:rPr>
          <w:sz w:val="20"/>
          <w:szCs w:val="20"/>
        </w:rPr>
        <w:tab/>
      </w:r>
      <w:r w:rsidRPr="00186E66">
        <w:rPr>
          <w:sz w:val="20"/>
          <w:szCs w:val="20"/>
        </w:rPr>
        <w:tab/>
      </w:r>
      <w:r w:rsidRPr="00186E66">
        <w:rPr>
          <w:sz w:val="20"/>
          <w:szCs w:val="20"/>
        </w:rPr>
        <w:tab/>
        <w:t xml:space="preserve">               </w:t>
      </w:r>
    </w:p>
    <w:p w:rsidR="00586747" w:rsidRPr="00186E66" w:rsidRDefault="00FF57C8" w:rsidP="00E07A61">
      <w:pPr>
        <w:ind w:left="432"/>
        <w:rPr>
          <w:sz w:val="20"/>
          <w:szCs w:val="20"/>
        </w:rPr>
      </w:pPr>
      <w:r w:rsidRPr="00186E66">
        <w:rPr>
          <w:sz w:val="20"/>
          <w:szCs w:val="20"/>
        </w:rPr>
        <w:t>Kepada Yth</w:t>
      </w:r>
      <w:r w:rsidR="00586747" w:rsidRPr="00186E66">
        <w:rPr>
          <w:sz w:val="20"/>
          <w:szCs w:val="20"/>
        </w:rPr>
        <w:t xml:space="preserve">                                                                       </w:t>
      </w:r>
      <w:r w:rsidR="00FD731C">
        <w:rPr>
          <w:sz w:val="20"/>
          <w:szCs w:val="20"/>
        </w:rPr>
        <w:t xml:space="preserve">                      Jakarta,</w:t>
      </w:r>
      <w:r w:rsidR="00CD1918">
        <w:rPr>
          <w:sz w:val="20"/>
          <w:szCs w:val="20"/>
          <w:lang w:val="id-ID"/>
        </w:rPr>
        <w:t xml:space="preserve">14 Maret </w:t>
      </w:r>
      <w:r w:rsidR="0096760D">
        <w:rPr>
          <w:sz w:val="20"/>
          <w:szCs w:val="20"/>
        </w:rPr>
        <w:t>201</w:t>
      </w:r>
      <w:r w:rsidR="00487ADD">
        <w:rPr>
          <w:sz w:val="20"/>
          <w:szCs w:val="20"/>
        </w:rPr>
        <w:t>6</w:t>
      </w:r>
    </w:p>
    <w:p w:rsidR="00A4670F" w:rsidRDefault="00E24A78" w:rsidP="00A4670F">
      <w:pPr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HRD.Recruitment</w:t>
      </w:r>
    </w:p>
    <w:p w:rsidR="0096760D" w:rsidRPr="002A4253" w:rsidRDefault="00FD731C" w:rsidP="008B25B0">
      <w:pPr>
        <w:ind w:left="432"/>
        <w:rPr>
          <w:b/>
          <w:sz w:val="20"/>
          <w:szCs w:val="20"/>
          <w:lang w:val="id-ID"/>
        </w:rPr>
      </w:pPr>
      <w:r>
        <w:rPr>
          <w:b/>
          <w:sz w:val="20"/>
          <w:szCs w:val="20"/>
        </w:rPr>
        <w:t>PT.</w:t>
      </w:r>
      <w:r w:rsidR="004611EB">
        <w:rPr>
          <w:b/>
          <w:sz w:val="20"/>
          <w:szCs w:val="20"/>
          <w:lang w:val="id-ID"/>
        </w:rPr>
        <w:t>Golden Agin Nusa</w:t>
      </w:r>
    </w:p>
    <w:p w:rsidR="00C37568" w:rsidRPr="00CD1918" w:rsidRDefault="00CD1918" w:rsidP="00C37568">
      <w:pPr>
        <w:spacing w:line="240" w:lineRule="auto"/>
        <w:ind w:left="0" w:right="0" w:firstLine="0"/>
        <w:jc w:val="left"/>
        <w:rPr>
          <w:b/>
          <w:lang w:val="id-ID"/>
        </w:rPr>
      </w:pPr>
      <w:r>
        <w:rPr>
          <w:b/>
        </w:rPr>
        <w:t xml:space="preserve">Jakarta </w:t>
      </w:r>
    </w:p>
    <w:p w:rsidR="00442EA2" w:rsidRPr="001A53FC" w:rsidRDefault="00442EA2" w:rsidP="00442EA2">
      <w:pPr>
        <w:ind w:left="432"/>
        <w:rPr>
          <w:b/>
          <w:sz w:val="20"/>
          <w:szCs w:val="20"/>
        </w:rPr>
      </w:pPr>
    </w:p>
    <w:p w:rsidR="00FF57C8" w:rsidRPr="00186E66" w:rsidRDefault="00FF57C8" w:rsidP="00E07A61">
      <w:pPr>
        <w:tabs>
          <w:tab w:val="left" w:pos="1290"/>
        </w:tabs>
        <w:ind w:left="0" w:firstLine="0"/>
        <w:rPr>
          <w:sz w:val="20"/>
          <w:szCs w:val="20"/>
        </w:rPr>
      </w:pPr>
      <w:r w:rsidRPr="00186E66">
        <w:rPr>
          <w:sz w:val="20"/>
          <w:szCs w:val="20"/>
        </w:rPr>
        <w:t xml:space="preserve">Dengan </w:t>
      </w:r>
      <w:r w:rsidR="00372282" w:rsidRPr="00186E66">
        <w:rPr>
          <w:sz w:val="20"/>
          <w:szCs w:val="20"/>
        </w:rPr>
        <w:t>h</w:t>
      </w:r>
      <w:r w:rsidRPr="00186E66">
        <w:rPr>
          <w:sz w:val="20"/>
          <w:szCs w:val="20"/>
        </w:rPr>
        <w:t>ormat,</w:t>
      </w:r>
    </w:p>
    <w:p w:rsidR="00586747" w:rsidRPr="00186E66" w:rsidRDefault="005E690D" w:rsidP="001A53FC">
      <w:pPr>
        <w:ind w:left="0" w:firstLine="0"/>
        <w:rPr>
          <w:sz w:val="20"/>
          <w:szCs w:val="20"/>
        </w:rPr>
      </w:pPr>
      <w:r w:rsidRPr="00186E66">
        <w:rPr>
          <w:sz w:val="20"/>
          <w:szCs w:val="20"/>
        </w:rPr>
        <w:t xml:space="preserve">Sesuai dengan informasi lowongan Pekerjaan </w:t>
      </w:r>
      <w:r w:rsidR="007B7B4F">
        <w:rPr>
          <w:sz w:val="20"/>
          <w:szCs w:val="20"/>
        </w:rPr>
        <w:t xml:space="preserve">pada </w:t>
      </w:r>
      <w:r w:rsidR="001A53FC">
        <w:rPr>
          <w:b/>
          <w:sz w:val="20"/>
          <w:szCs w:val="20"/>
        </w:rPr>
        <w:t>PT.</w:t>
      </w:r>
      <w:r w:rsidR="004611EB">
        <w:rPr>
          <w:b/>
          <w:sz w:val="20"/>
          <w:szCs w:val="20"/>
          <w:lang w:val="id-ID"/>
        </w:rPr>
        <w:t>Golden Agin Nusa</w:t>
      </w:r>
      <w:r w:rsidR="00F6110F">
        <w:rPr>
          <w:b/>
          <w:sz w:val="20"/>
          <w:szCs w:val="20"/>
          <w:lang w:val="id-ID"/>
        </w:rPr>
        <w:t xml:space="preserve"> </w:t>
      </w:r>
      <w:r w:rsidR="00132B22">
        <w:rPr>
          <w:sz w:val="20"/>
          <w:szCs w:val="20"/>
        </w:rPr>
        <w:t>de</w:t>
      </w:r>
      <w:r w:rsidRPr="00186E66">
        <w:rPr>
          <w:sz w:val="20"/>
          <w:szCs w:val="20"/>
        </w:rPr>
        <w:t>ngan ini</w:t>
      </w:r>
      <w:r w:rsidR="00586747" w:rsidRPr="00186E66">
        <w:rPr>
          <w:sz w:val="20"/>
          <w:szCs w:val="20"/>
        </w:rPr>
        <w:t xml:space="preserve"> </w:t>
      </w:r>
      <w:r w:rsidRPr="00186E66">
        <w:rPr>
          <w:sz w:val="20"/>
          <w:szCs w:val="20"/>
        </w:rPr>
        <w:t>sa</w:t>
      </w:r>
      <w:r w:rsidR="00586747" w:rsidRPr="00186E66">
        <w:rPr>
          <w:sz w:val="20"/>
          <w:szCs w:val="20"/>
        </w:rPr>
        <w:t>ya mengajukan diri untuk bergabung sebagai</w:t>
      </w:r>
      <w:r w:rsidR="004611EB">
        <w:rPr>
          <w:sz w:val="20"/>
          <w:szCs w:val="20"/>
          <w:lang w:val="id-ID"/>
        </w:rPr>
        <w:t xml:space="preserve"> </w:t>
      </w:r>
      <w:r w:rsidR="004611EB" w:rsidRPr="004611EB">
        <w:rPr>
          <w:b/>
          <w:sz w:val="20"/>
          <w:szCs w:val="20"/>
          <w:lang w:val="id-ID"/>
        </w:rPr>
        <w:t>Finance &amp; Accounting</w:t>
      </w:r>
      <w:r w:rsidR="007F3206">
        <w:rPr>
          <w:sz w:val="20"/>
          <w:szCs w:val="20"/>
          <w:lang w:val="id-ID"/>
        </w:rPr>
        <w:t xml:space="preserve"> </w:t>
      </w:r>
      <w:r w:rsidR="00C37568">
        <w:rPr>
          <w:b/>
          <w:sz w:val="20"/>
          <w:szCs w:val="20"/>
          <w:lang w:val="id-ID"/>
        </w:rPr>
        <w:t>A</w:t>
      </w:r>
      <w:r w:rsidR="00CD1918">
        <w:rPr>
          <w:b/>
          <w:sz w:val="20"/>
          <w:szCs w:val="20"/>
          <w:lang w:val="id-ID"/>
        </w:rPr>
        <w:t xml:space="preserve">ssistant Manager </w:t>
      </w:r>
      <w:r w:rsidR="00A762C7">
        <w:rPr>
          <w:b/>
          <w:sz w:val="20"/>
          <w:szCs w:val="20"/>
        </w:rPr>
        <w:t>p</w:t>
      </w:r>
      <w:r w:rsidR="00046CDA">
        <w:rPr>
          <w:sz w:val="20"/>
          <w:szCs w:val="20"/>
        </w:rPr>
        <w:t>ada</w:t>
      </w:r>
      <w:r w:rsidR="001A53FC" w:rsidRPr="001A53FC">
        <w:rPr>
          <w:b/>
          <w:sz w:val="20"/>
          <w:szCs w:val="20"/>
        </w:rPr>
        <w:t xml:space="preserve"> </w:t>
      </w:r>
      <w:r w:rsidR="001A53FC">
        <w:rPr>
          <w:b/>
          <w:sz w:val="20"/>
          <w:szCs w:val="20"/>
        </w:rPr>
        <w:t>PT.</w:t>
      </w:r>
      <w:r w:rsidR="004611EB">
        <w:rPr>
          <w:b/>
          <w:sz w:val="20"/>
          <w:szCs w:val="20"/>
          <w:lang w:val="id-ID"/>
        </w:rPr>
        <w:t>Golden Agin Nusa</w:t>
      </w:r>
      <w:r w:rsidR="00132B22" w:rsidRPr="00223981">
        <w:rPr>
          <w:b/>
          <w:sz w:val="20"/>
          <w:szCs w:val="20"/>
        </w:rPr>
        <w:t xml:space="preserve"> </w:t>
      </w:r>
      <w:r w:rsidR="00586747" w:rsidRPr="00186E66">
        <w:rPr>
          <w:sz w:val="20"/>
          <w:szCs w:val="20"/>
        </w:rPr>
        <w:t>yang Bapak/Ibu pimpin. Mengenai diri saya, dapat saya jelaskan sebagai berikut :</w:t>
      </w:r>
    </w:p>
    <w:p w:rsidR="00FF57C8" w:rsidRPr="00EB20C6" w:rsidRDefault="00FF57C8" w:rsidP="00E07A61">
      <w:pPr>
        <w:ind w:left="432"/>
        <w:rPr>
          <w:sz w:val="20"/>
          <w:szCs w:val="20"/>
        </w:rPr>
      </w:pPr>
      <w:r w:rsidRPr="00EB20C6">
        <w:rPr>
          <w:sz w:val="20"/>
          <w:szCs w:val="20"/>
        </w:rPr>
        <w:t>Nama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="008E3871"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 xml:space="preserve">: </w:t>
      </w:r>
      <w:r w:rsidR="000045CD" w:rsidRPr="00EB20C6">
        <w:rPr>
          <w:sz w:val="20"/>
          <w:szCs w:val="20"/>
        </w:rPr>
        <w:t>Naning Hernawati (Erna)</w:t>
      </w:r>
    </w:p>
    <w:p w:rsidR="00FF57C8" w:rsidRPr="00EB20C6" w:rsidRDefault="00FF57C8" w:rsidP="00E07A61">
      <w:pPr>
        <w:ind w:left="432"/>
        <w:rPr>
          <w:sz w:val="20"/>
          <w:szCs w:val="20"/>
        </w:rPr>
      </w:pPr>
      <w:r w:rsidRPr="00EB20C6">
        <w:rPr>
          <w:sz w:val="20"/>
          <w:szCs w:val="20"/>
        </w:rPr>
        <w:t>Alamat</w:t>
      </w:r>
      <w:r w:rsidRPr="00EB20C6">
        <w:rPr>
          <w:sz w:val="20"/>
          <w:szCs w:val="20"/>
        </w:rPr>
        <w:tab/>
      </w:r>
      <w:r w:rsidR="004B0D28" w:rsidRPr="00EB20C6">
        <w:rPr>
          <w:sz w:val="20"/>
          <w:szCs w:val="20"/>
          <w:lang w:val="id-ID"/>
        </w:rPr>
        <w:tab/>
      </w:r>
      <w:r w:rsidR="00186E66" w:rsidRPr="00EB20C6">
        <w:rPr>
          <w:sz w:val="20"/>
          <w:szCs w:val="20"/>
          <w:lang w:val="id-ID"/>
        </w:rPr>
        <w:tab/>
      </w:r>
      <w:r w:rsidRPr="00EB20C6">
        <w:rPr>
          <w:sz w:val="20"/>
          <w:szCs w:val="20"/>
        </w:rPr>
        <w:t>: Jl.</w:t>
      </w:r>
      <w:r w:rsidR="000045CD" w:rsidRPr="00EB20C6">
        <w:rPr>
          <w:sz w:val="20"/>
          <w:szCs w:val="20"/>
        </w:rPr>
        <w:t>H.Sipin</w:t>
      </w:r>
      <w:r w:rsidRPr="00EB20C6">
        <w:rPr>
          <w:sz w:val="20"/>
          <w:szCs w:val="20"/>
        </w:rPr>
        <w:t xml:space="preserve"> Rt.00</w:t>
      </w:r>
      <w:r w:rsidR="000045CD" w:rsidRPr="00EB20C6">
        <w:rPr>
          <w:sz w:val="20"/>
          <w:szCs w:val="20"/>
        </w:rPr>
        <w:t>4</w:t>
      </w:r>
      <w:r w:rsidRPr="00EB20C6">
        <w:rPr>
          <w:sz w:val="20"/>
          <w:szCs w:val="20"/>
        </w:rPr>
        <w:t xml:space="preserve">/04 </w:t>
      </w:r>
      <w:r w:rsidR="000045CD" w:rsidRPr="00EB20C6">
        <w:rPr>
          <w:sz w:val="20"/>
          <w:szCs w:val="20"/>
        </w:rPr>
        <w:t>No.59 Kel.Karang Timur Kec.Karang Tengah</w:t>
      </w:r>
    </w:p>
    <w:p w:rsidR="00FF57C8" w:rsidRPr="00EB20C6" w:rsidRDefault="00FF57C8" w:rsidP="00E07A61">
      <w:pPr>
        <w:ind w:left="432"/>
        <w:rPr>
          <w:sz w:val="20"/>
          <w:szCs w:val="20"/>
        </w:rPr>
      </w:pPr>
      <w:r w:rsidRPr="00EB20C6">
        <w:rPr>
          <w:sz w:val="20"/>
          <w:szCs w:val="20"/>
        </w:rPr>
        <w:tab/>
      </w:r>
      <w:r w:rsidR="00132B22" w:rsidRPr="00EB20C6">
        <w:rPr>
          <w:sz w:val="20"/>
          <w:szCs w:val="20"/>
        </w:rPr>
        <w:t xml:space="preserve">          </w:t>
      </w:r>
      <w:r w:rsidR="000045CD" w:rsidRPr="00EB20C6">
        <w:rPr>
          <w:sz w:val="20"/>
          <w:szCs w:val="20"/>
        </w:rPr>
        <w:t xml:space="preserve"> </w:t>
      </w:r>
      <w:r w:rsidR="008E3871" w:rsidRPr="00EB20C6">
        <w:rPr>
          <w:sz w:val="20"/>
          <w:szCs w:val="20"/>
        </w:rPr>
        <w:t xml:space="preserve">  </w:t>
      </w:r>
      <w:r w:rsidR="00AA4A9E" w:rsidRPr="00EB20C6">
        <w:rPr>
          <w:sz w:val="20"/>
          <w:szCs w:val="20"/>
        </w:rPr>
        <w:t xml:space="preserve"> </w:t>
      </w:r>
      <w:r w:rsidR="00132B22" w:rsidRPr="00EB20C6">
        <w:rPr>
          <w:sz w:val="20"/>
          <w:szCs w:val="20"/>
        </w:rPr>
        <w:t xml:space="preserve">          </w:t>
      </w:r>
      <w:r w:rsidR="00AA4A9E" w:rsidRPr="00EB20C6">
        <w:rPr>
          <w:sz w:val="20"/>
          <w:szCs w:val="20"/>
        </w:rPr>
        <w:t xml:space="preserve">   </w:t>
      </w:r>
      <w:r w:rsidR="000B4A26" w:rsidRPr="00EB20C6">
        <w:rPr>
          <w:sz w:val="20"/>
          <w:szCs w:val="20"/>
        </w:rPr>
        <w:t xml:space="preserve">             </w:t>
      </w:r>
      <w:r w:rsidR="000045CD" w:rsidRPr="00EB20C6">
        <w:rPr>
          <w:sz w:val="20"/>
          <w:szCs w:val="20"/>
        </w:rPr>
        <w:t>Ciledug Tangerang</w:t>
      </w:r>
    </w:p>
    <w:p w:rsidR="00FF57C8" w:rsidRDefault="00FF57C8" w:rsidP="00E07A61">
      <w:pPr>
        <w:ind w:left="432"/>
        <w:rPr>
          <w:sz w:val="20"/>
          <w:szCs w:val="20"/>
        </w:rPr>
      </w:pPr>
      <w:r w:rsidRPr="00EB20C6">
        <w:rPr>
          <w:sz w:val="20"/>
          <w:szCs w:val="20"/>
        </w:rPr>
        <w:t>Pendidikan</w:t>
      </w:r>
      <w:r w:rsidRPr="00EB20C6">
        <w:rPr>
          <w:sz w:val="20"/>
          <w:szCs w:val="20"/>
        </w:rPr>
        <w:tab/>
      </w:r>
      <w:r w:rsidR="008E3871"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 xml:space="preserve">: D III </w:t>
      </w:r>
      <w:r w:rsidR="000045CD" w:rsidRPr="00EB20C6">
        <w:rPr>
          <w:sz w:val="20"/>
          <w:szCs w:val="20"/>
        </w:rPr>
        <w:t>Management Accounting STAds ASMI Jakarta</w:t>
      </w:r>
      <w:r w:rsidR="00E07A61" w:rsidRPr="00EB20C6">
        <w:rPr>
          <w:sz w:val="20"/>
          <w:szCs w:val="20"/>
        </w:rPr>
        <w:t xml:space="preserve"> Dengan IPK 3.08</w:t>
      </w:r>
      <w:r w:rsidR="00EF1FDC">
        <w:rPr>
          <w:sz w:val="20"/>
          <w:szCs w:val="20"/>
          <w:lang w:val="id-ID"/>
        </w:rPr>
        <w:t xml:space="preserve">,saat ini </w:t>
      </w:r>
      <w:r w:rsidR="00A762C7">
        <w:rPr>
          <w:sz w:val="20"/>
          <w:szCs w:val="20"/>
        </w:rPr>
        <w:t xml:space="preserve"> </w:t>
      </w:r>
    </w:p>
    <w:p w:rsidR="00A762C7" w:rsidRPr="002A4253" w:rsidRDefault="00A762C7" w:rsidP="00A762C7">
      <w:pPr>
        <w:spacing w:line="240" w:lineRule="auto"/>
        <w:ind w:left="0" w:right="0" w:firstLine="0"/>
        <w:jc w:val="left"/>
        <w:rPr>
          <w:sz w:val="20"/>
          <w:szCs w:val="20"/>
        </w:rPr>
      </w:pPr>
      <w:r>
        <w:tab/>
      </w:r>
      <w:r>
        <w:tab/>
      </w:r>
      <w:r>
        <w:tab/>
        <w:t xml:space="preserve">  </w:t>
      </w:r>
      <w:r w:rsidRPr="002A4253">
        <w:rPr>
          <w:sz w:val="20"/>
          <w:szCs w:val="20"/>
        </w:rPr>
        <w:t>Melanjutkan S1 Akutansi di Mercu Buana Jakarta.</w:t>
      </w:r>
      <w:r w:rsidRPr="002A4253">
        <w:rPr>
          <w:sz w:val="20"/>
          <w:szCs w:val="20"/>
        </w:rPr>
        <w:tab/>
      </w:r>
    </w:p>
    <w:p w:rsidR="00A762C7" w:rsidRDefault="00B8727D" w:rsidP="00E07A61">
      <w:pPr>
        <w:ind w:left="432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E3871" w:rsidRPr="00EB20C6" w:rsidRDefault="008E3871" w:rsidP="00E07A61">
      <w:pPr>
        <w:ind w:left="432"/>
        <w:rPr>
          <w:sz w:val="20"/>
          <w:szCs w:val="20"/>
        </w:rPr>
      </w:pPr>
      <w:r w:rsidRPr="00EB20C6">
        <w:rPr>
          <w:sz w:val="20"/>
          <w:szCs w:val="20"/>
        </w:rPr>
        <w:t>Tempat &amp; Tgl Lahir</w:t>
      </w:r>
      <w:r w:rsidR="000B4A26"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>: Jakarta</w:t>
      </w:r>
      <w:r w:rsidR="00987161" w:rsidRPr="00EB20C6">
        <w:rPr>
          <w:sz w:val="20"/>
          <w:szCs w:val="20"/>
        </w:rPr>
        <w:t>, 28 Nov</w:t>
      </w:r>
      <w:r w:rsidR="00A3399C" w:rsidRPr="00EB20C6">
        <w:rPr>
          <w:sz w:val="20"/>
          <w:szCs w:val="20"/>
        </w:rPr>
        <w:t>ember 1979</w:t>
      </w:r>
    </w:p>
    <w:p w:rsidR="008E3871" w:rsidRPr="00EB20C6" w:rsidRDefault="008E3871" w:rsidP="00E07A61">
      <w:pPr>
        <w:ind w:left="432"/>
        <w:rPr>
          <w:sz w:val="20"/>
          <w:szCs w:val="20"/>
        </w:rPr>
      </w:pPr>
      <w:r w:rsidRPr="00EB20C6">
        <w:rPr>
          <w:sz w:val="20"/>
          <w:szCs w:val="20"/>
        </w:rPr>
        <w:t>No.Tlp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  <w:t xml:space="preserve">: (021) </w:t>
      </w:r>
      <w:r w:rsidR="00BE1BF5" w:rsidRPr="00EB20C6">
        <w:rPr>
          <w:sz w:val="20"/>
          <w:szCs w:val="20"/>
        </w:rPr>
        <w:t>081296411818</w:t>
      </w:r>
      <w:r w:rsidRPr="00EB20C6">
        <w:rPr>
          <w:sz w:val="20"/>
          <w:szCs w:val="20"/>
        </w:rPr>
        <w:t xml:space="preserve"> </w:t>
      </w:r>
    </w:p>
    <w:p w:rsidR="000045CD" w:rsidRPr="00EB20C6" w:rsidRDefault="008E3871" w:rsidP="008E3871">
      <w:pPr>
        <w:ind w:left="432"/>
        <w:rPr>
          <w:sz w:val="20"/>
          <w:szCs w:val="20"/>
        </w:rPr>
      </w:pPr>
      <w:r w:rsidRPr="00EB20C6">
        <w:rPr>
          <w:sz w:val="20"/>
          <w:szCs w:val="20"/>
        </w:rPr>
        <w:t>E-Mail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  <w:t xml:space="preserve">: </w:t>
      </w:r>
      <w:hyperlink r:id="rId5" w:history="1">
        <w:r w:rsidR="00EA695D" w:rsidRPr="00EB20C6">
          <w:rPr>
            <w:rStyle w:val="Hyperlink"/>
            <w:sz w:val="20"/>
            <w:szCs w:val="20"/>
          </w:rPr>
          <w:t>n_hernawaty@yahoo.co.id</w:t>
        </w:r>
      </w:hyperlink>
    </w:p>
    <w:p w:rsidR="00EA695D" w:rsidRPr="00186E66" w:rsidRDefault="00EA695D" w:rsidP="008E3871">
      <w:pPr>
        <w:ind w:left="432"/>
        <w:rPr>
          <w:b/>
          <w:sz w:val="20"/>
          <w:szCs w:val="20"/>
        </w:rPr>
      </w:pPr>
    </w:p>
    <w:p w:rsidR="00FF57C8" w:rsidRPr="00186E66" w:rsidRDefault="00EC4C7B" w:rsidP="00007ADB">
      <w:pPr>
        <w:ind w:left="0" w:firstLine="0"/>
        <w:jc w:val="left"/>
        <w:rPr>
          <w:sz w:val="20"/>
          <w:szCs w:val="20"/>
        </w:rPr>
      </w:pPr>
      <w:r w:rsidRPr="00186E66">
        <w:rPr>
          <w:sz w:val="20"/>
          <w:szCs w:val="20"/>
        </w:rPr>
        <w:t>S</w:t>
      </w:r>
      <w:r w:rsidR="00586747" w:rsidRPr="00186E66">
        <w:rPr>
          <w:sz w:val="20"/>
          <w:szCs w:val="20"/>
        </w:rPr>
        <w:t xml:space="preserve">a’at ini saya bekerja di </w:t>
      </w:r>
      <w:r w:rsidR="00CD322F" w:rsidRPr="00A373C6">
        <w:rPr>
          <w:sz w:val="20"/>
          <w:szCs w:val="20"/>
        </w:rPr>
        <w:t>PT.</w:t>
      </w:r>
      <w:r w:rsidR="00DC0FF7">
        <w:rPr>
          <w:sz w:val="20"/>
          <w:szCs w:val="20"/>
          <w:lang w:val="id-ID"/>
        </w:rPr>
        <w:t>Surya Trans Perkasa (</w:t>
      </w:r>
      <w:r w:rsidR="00A81C11">
        <w:rPr>
          <w:sz w:val="20"/>
          <w:szCs w:val="20"/>
        </w:rPr>
        <w:t>Matahari Kahuripan Indonesia/</w:t>
      </w:r>
      <w:r w:rsidR="00DC0FF7">
        <w:rPr>
          <w:sz w:val="20"/>
          <w:szCs w:val="20"/>
          <w:lang w:val="id-ID"/>
        </w:rPr>
        <w:t>Makin Group)</w:t>
      </w:r>
      <w:r w:rsidR="00C37568">
        <w:rPr>
          <w:sz w:val="20"/>
          <w:szCs w:val="20"/>
          <w:lang w:val="id-ID"/>
        </w:rPr>
        <w:t xml:space="preserve"> </w:t>
      </w:r>
      <w:r w:rsidR="00B81617">
        <w:rPr>
          <w:b/>
          <w:sz w:val="20"/>
          <w:szCs w:val="20"/>
        </w:rPr>
        <w:t xml:space="preserve"> </w:t>
      </w:r>
      <w:r w:rsidR="00132B22">
        <w:rPr>
          <w:b/>
          <w:sz w:val="20"/>
          <w:szCs w:val="20"/>
        </w:rPr>
        <w:t>,</w:t>
      </w:r>
      <w:r w:rsidR="00586747" w:rsidRPr="00186E66">
        <w:rPr>
          <w:sz w:val="20"/>
          <w:szCs w:val="20"/>
        </w:rPr>
        <w:t>sebagai</w:t>
      </w:r>
      <w:r w:rsidR="00A95175">
        <w:rPr>
          <w:sz w:val="20"/>
          <w:szCs w:val="20"/>
        </w:rPr>
        <w:t xml:space="preserve"> </w:t>
      </w:r>
      <w:r w:rsidR="00F6110F" w:rsidRPr="00F6110F">
        <w:rPr>
          <w:b/>
          <w:sz w:val="20"/>
          <w:szCs w:val="20"/>
          <w:lang w:val="id-ID"/>
        </w:rPr>
        <w:t>Senior</w:t>
      </w:r>
      <w:r w:rsidR="002A4253" w:rsidRPr="00F6110F">
        <w:rPr>
          <w:b/>
          <w:sz w:val="20"/>
          <w:szCs w:val="20"/>
          <w:lang w:val="id-ID"/>
        </w:rPr>
        <w:t xml:space="preserve"> </w:t>
      </w:r>
      <w:r w:rsidR="002A4253" w:rsidRPr="002A4253">
        <w:rPr>
          <w:b/>
          <w:sz w:val="20"/>
          <w:szCs w:val="20"/>
          <w:lang w:val="id-ID"/>
        </w:rPr>
        <w:t xml:space="preserve">Supervisor </w:t>
      </w:r>
      <w:r w:rsidR="002A4253">
        <w:rPr>
          <w:sz w:val="20"/>
          <w:szCs w:val="20"/>
          <w:lang w:val="id-ID"/>
        </w:rPr>
        <w:t>Ac</w:t>
      </w:r>
      <w:r w:rsidR="00D41EA0">
        <w:rPr>
          <w:b/>
          <w:sz w:val="20"/>
          <w:szCs w:val="20"/>
        </w:rPr>
        <w:t>counting</w:t>
      </w:r>
      <w:r w:rsidR="003A60E9">
        <w:rPr>
          <w:b/>
          <w:sz w:val="20"/>
          <w:szCs w:val="20"/>
        </w:rPr>
        <w:t xml:space="preserve"> </w:t>
      </w:r>
      <w:r w:rsidR="002A4253">
        <w:rPr>
          <w:b/>
          <w:sz w:val="20"/>
          <w:szCs w:val="20"/>
          <w:lang w:val="id-ID"/>
        </w:rPr>
        <w:t xml:space="preserve"> </w:t>
      </w:r>
      <w:r w:rsidR="000B4A26">
        <w:rPr>
          <w:b/>
          <w:sz w:val="20"/>
          <w:szCs w:val="20"/>
        </w:rPr>
        <w:t>.</w:t>
      </w:r>
      <w:r w:rsidR="007062F4">
        <w:rPr>
          <w:b/>
          <w:sz w:val="20"/>
          <w:szCs w:val="20"/>
        </w:rPr>
        <w:t xml:space="preserve"> </w:t>
      </w:r>
      <w:r w:rsidR="00624AF9" w:rsidRPr="00186E66">
        <w:rPr>
          <w:sz w:val="20"/>
          <w:szCs w:val="20"/>
        </w:rPr>
        <w:t>Sebagai bahan pertimbangan, saya lampirkan :</w:t>
      </w:r>
    </w:p>
    <w:p w:rsidR="004B0D28" w:rsidRPr="00186E66" w:rsidRDefault="00624AF9" w:rsidP="00E07A61">
      <w:pPr>
        <w:pStyle w:val="ListParagraph"/>
        <w:numPr>
          <w:ilvl w:val="0"/>
          <w:numId w:val="1"/>
        </w:numPr>
        <w:ind w:left="720"/>
        <w:rPr>
          <w:sz w:val="20"/>
          <w:szCs w:val="20"/>
        </w:rPr>
      </w:pPr>
      <w:r w:rsidRPr="00186E66">
        <w:rPr>
          <w:sz w:val="20"/>
          <w:szCs w:val="20"/>
        </w:rPr>
        <w:t>Daftar Riwayat Hidup</w:t>
      </w:r>
    </w:p>
    <w:p w:rsidR="00624AF9" w:rsidRPr="00186E66" w:rsidRDefault="00624AF9" w:rsidP="00E07A61">
      <w:pPr>
        <w:pStyle w:val="ListParagraph"/>
        <w:numPr>
          <w:ilvl w:val="0"/>
          <w:numId w:val="1"/>
        </w:numPr>
        <w:ind w:left="720"/>
        <w:rPr>
          <w:sz w:val="20"/>
          <w:szCs w:val="20"/>
        </w:rPr>
      </w:pPr>
      <w:r w:rsidRPr="00186E66">
        <w:rPr>
          <w:sz w:val="20"/>
          <w:szCs w:val="20"/>
        </w:rPr>
        <w:t>Foto Copy Ijazah D-III.</w:t>
      </w:r>
    </w:p>
    <w:p w:rsidR="00624AF9" w:rsidRPr="00186E66" w:rsidRDefault="00624AF9" w:rsidP="00E07A61">
      <w:pPr>
        <w:pStyle w:val="ListParagraph"/>
        <w:numPr>
          <w:ilvl w:val="0"/>
          <w:numId w:val="1"/>
        </w:numPr>
        <w:ind w:left="720"/>
        <w:rPr>
          <w:sz w:val="20"/>
          <w:szCs w:val="20"/>
        </w:rPr>
      </w:pPr>
      <w:r w:rsidRPr="00186E66">
        <w:rPr>
          <w:sz w:val="20"/>
          <w:szCs w:val="20"/>
        </w:rPr>
        <w:t>Foto Copy Sertifikat / Pelatihan</w:t>
      </w:r>
    </w:p>
    <w:p w:rsidR="00624AF9" w:rsidRPr="00186E66" w:rsidRDefault="00624AF9" w:rsidP="00E07A61">
      <w:pPr>
        <w:pStyle w:val="ListParagraph"/>
        <w:numPr>
          <w:ilvl w:val="0"/>
          <w:numId w:val="1"/>
        </w:numPr>
        <w:ind w:left="720"/>
        <w:rPr>
          <w:sz w:val="20"/>
          <w:szCs w:val="20"/>
        </w:rPr>
      </w:pPr>
      <w:r w:rsidRPr="00186E66">
        <w:rPr>
          <w:sz w:val="20"/>
          <w:szCs w:val="20"/>
        </w:rPr>
        <w:t>Foto Copy Surat Pengalaman Kerja</w:t>
      </w:r>
    </w:p>
    <w:p w:rsidR="00624AF9" w:rsidRDefault="00624AF9" w:rsidP="00E07A61">
      <w:pPr>
        <w:pStyle w:val="ListParagraph"/>
        <w:numPr>
          <w:ilvl w:val="0"/>
          <w:numId w:val="1"/>
        </w:numPr>
        <w:ind w:left="720"/>
        <w:rPr>
          <w:sz w:val="20"/>
          <w:szCs w:val="20"/>
        </w:rPr>
      </w:pPr>
      <w:r w:rsidRPr="00186E66">
        <w:rPr>
          <w:sz w:val="20"/>
          <w:szCs w:val="20"/>
        </w:rPr>
        <w:t>Pas Foto terbaru</w:t>
      </w:r>
    </w:p>
    <w:p w:rsidR="00007ADB" w:rsidRPr="00186E66" w:rsidRDefault="00007ADB" w:rsidP="00E07A61">
      <w:pPr>
        <w:pStyle w:val="ListParagraph"/>
        <w:numPr>
          <w:ilvl w:val="0"/>
          <w:numId w:val="1"/>
        </w:numPr>
        <w:ind w:left="720"/>
        <w:rPr>
          <w:sz w:val="20"/>
          <w:szCs w:val="20"/>
        </w:rPr>
      </w:pPr>
      <w:r>
        <w:rPr>
          <w:sz w:val="20"/>
          <w:szCs w:val="20"/>
        </w:rPr>
        <w:t>Fotocopy Sertifikat Brevet A</w:t>
      </w:r>
      <w:r w:rsidR="00132B22">
        <w:rPr>
          <w:sz w:val="20"/>
          <w:szCs w:val="20"/>
        </w:rPr>
        <w:t xml:space="preserve"> &amp; B </w:t>
      </w:r>
    </w:p>
    <w:p w:rsidR="00C97F62" w:rsidRPr="00186E66" w:rsidRDefault="00624AF9" w:rsidP="00007ADB">
      <w:pPr>
        <w:pStyle w:val="ListParagraph"/>
        <w:ind w:left="0" w:firstLine="0"/>
        <w:jc w:val="left"/>
        <w:rPr>
          <w:sz w:val="20"/>
          <w:szCs w:val="20"/>
        </w:rPr>
      </w:pPr>
      <w:r w:rsidRPr="00186E66">
        <w:rPr>
          <w:sz w:val="20"/>
          <w:szCs w:val="20"/>
        </w:rPr>
        <w:t>Saya berharap Bapak/Ibu bersedia meluangkan waktu untuk memberikan kesempatan wawancara, sehingga saya dapat menjelaskan secara lebih terperinci tentang potensi diri saya.</w:t>
      </w:r>
      <w:r w:rsidR="008E3871" w:rsidRPr="00186E66">
        <w:rPr>
          <w:sz w:val="20"/>
          <w:szCs w:val="20"/>
        </w:rPr>
        <w:t xml:space="preserve"> Demikian surat lamaran ini, dan terima kasih atas perhatian Bapak / Ibu.</w:t>
      </w:r>
    </w:p>
    <w:p w:rsidR="008E3871" w:rsidRPr="00186E66" w:rsidRDefault="008E3871" w:rsidP="008E3871">
      <w:pPr>
        <w:pStyle w:val="ListParagraph"/>
        <w:ind w:left="0" w:firstLine="432"/>
        <w:jc w:val="left"/>
        <w:rPr>
          <w:sz w:val="20"/>
          <w:szCs w:val="20"/>
        </w:rPr>
      </w:pPr>
    </w:p>
    <w:p w:rsidR="00C97F62" w:rsidRPr="00186E66" w:rsidRDefault="008E3871" w:rsidP="00A762C7">
      <w:pPr>
        <w:ind w:left="0" w:firstLine="0"/>
        <w:jc w:val="left"/>
        <w:rPr>
          <w:sz w:val="20"/>
          <w:szCs w:val="20"/>
        </w:rPr>
      </w:pPr>
      <w:r w:rsidRPr="00186E66">
        <w:rPr>
          <w:sz w:val="20"/>
          <w:szCs w:val="20"/>
        </w:rPr>
        <w:t>Hormat saya</w:t>
      </w:r>
      <w:r w:rsidR="00663688" w:rsidRPr="00186E66">
        <w:rPr>
          <w:sz w:val="20"/>
          <w:szCs w:val="20"/>
        </w:rPr>
        <w:t>,</w:t>
      </w:r>
    </w:p>
    <w:p w:rsidR="00B4104E" w:rsidRPr="00186E66" w:rsidRDefault="00B4104E" w:rsidP="00A762C7">
      <w:pPr>
        <w:pStyle w:val="ListParagraph"/>
        <w:ind w:left="6480" w:firstLine="0"/>
        <w:jc w:val="left"/>
        <w:rPr>
          <w:sz w:val="20"/>
          <w:szCs w:val="20"/>
          <w:lang w:val="id-ID"/>
        </w:rPr>
      </w:pPr>
    </w:p>
    <w:p w:rsidR="00663688" w:rsidRDefault="00A762C7" w:rsidP="00A762C7">
      <w:pPr>
        <w:ind w:left="0" w:firstLine="0"/>
        <w:jc w:val="left"/>
        <w:rPr>
          <w:b/>
          <w:sz w:val="32"/>
          <w:szCs w:val="32"/>
        </w:rPr>
      </w:pPr>
      <w:r w:rsidRPr="00F6110F">
        <w:rPr>
          <w:sz w:val="20"/>
          <w:szCs w:val="20"/>
        </w:rPr>
        <w:t>Naning Hernawaty</w:t>
      </w:r>
      <w:r w:rsidR="00B4104E" w:rsidRPr="00E07A61">
        <w:rPr>
          <w:b/>
        </w:rPr>
        <w:br w:type="page"/>
      </w:r>
      <w:r w:rsidR="0019364D" w:rsidRPr="0019364D">
        <w:rPr>
          <w:b/>
          <w:sz w:val="32"/>
          <w:szCs w:val="32"/>
        </w:rPr>
        <w:lastRenderedPageBreak/>
        <w:t>Daftar Riwayat Hidup</w:t>
      </w:r>
    </w:p>
    <w:p w:rsidR="00186E66" w:rsidRPr="0019364D" w:rsidRDefault="002E2776" w:rsidP="00A762C7">
      <w:pPr>
        <w:ind w:left="0" w:firstLine="0"/>
        <w:jc w:val="center"/>
        <w:rPr>
          <w:rFonts w:ascii="Berlin Sans FB Demi" w:hAnsi="Berlin Sans FB Demi"/>
          <w:b/>
          <w:sz w:val="32"/>
          <w:szCs w:val="32"/>
        </w:rPr>
      </w:pPr>
      <w:r>
        <w:rPr>
          <w:rFonts w:ascii="Berlin Sans FB Demi" w:hAnsi="Berlin Sans FB Demi"/>
          <w:b/>
          <w:noProof/>
          <w:sz w:val="32"/>
          <w:szCs w:val="32"/>
          <w:lang w:val="id-ID" w:eastAsia="id-ID"/>
        </w:rPr>
        <w:drawing>
          <wp:inline distT="0" distB="0" distL="0" distR="0">
            <wp:extent cx="857250" cy="1257300"/>
            <wp:effectExtent l="19050" t="0" r="0" b="0"/>
            <wp:docPr id="1" name="Picture 1" descr="img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16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57300"/>
                    </a:xfrm>
                    <a:custGeom>
                      <a:avLst/>
                      <a:gdLst/>
                      <a:ahLst/>
                      <a:cxnLst>
                        <a:cxn ang="0">
                          <a:pos x="r" y="vc"/>
                        </a:cxn>
                        <a:cxn ang="5400000">
                          <a:pos x="hc" y="b"/>
                        </a:cxn>
                        <a:cxn ang="10800000">
                          <a:pos x="l" y="vc"/>
                        </a:cxn>
                        <a:cxn ang="16200000">
                          <a:pos x="hc" y="t"/>
                        </a:cxn>
                      </a:cxnLst>
                      <a:rect l="0" t="0" r="r" b="b"/>
                      <a:pathLst>
                        <a:path w="21600" h="21600">
                          <a:moveTo>
                            <a:pt x="0" y="0"/>
                          </a:moveTo>
                          <a:lnTo>
                            <a:pt x="0" y="21600"/>
                          </a:lnTo>
                          <a:lnTo>
                            <a:pt x="21600" y="21600"/>
                          </a:lnTo>
                          <a:lnTo>
                            <a:pt x="21600" y="0"/>
                          </a:lnTo>
                          <a:close/>
                        </a:path>
                      </a:pathLst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688" w:rsidRPr="00186E66" w:rsidRDefault="00EA695D" w:rsidP="00EA695D">
      <w:pPr>
        <w:pStyle w:val="ListParagraph"/>
        <w:spacing w:line="300" w:lineRule="auto"/>
        <w:ind w:left="0" w:firstLine="0"/>
        <w:rPr>
          <w:b/>
        </w:rPr>
      </w:pPr>
      <w:r w:rsidRPr="00186E66">
        <w:rPr>
          <w:b/>
        </w:rPr>
        <w:t>Data Pribadi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Nama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  <w:t xml:space="preserve">: </w:t>
      </w:r>
      <w:r w:rsidR="00E07A61" w:rsidRPr="00EB20C6">
        <w:rPr>
          <w:sz w:val="20"/>
          <w:szCs w:val="20"/>
        </w:rPr>
        <w:t>Naning Hernawati</w:t>
      </w:r>
      <w:r w:rsidR="00372282" w:rsidRPr="00EB20C6">
        <w:rPr>
          <w:sz w:val="20"/>
          <w:szCs w:val="20"/>
        </w:rPr>
        <w:t xml:space="preserve"> </w:t>
      </w:r>
      <w:r w:rsidR="007A3EE6" w:rsidRPr="00EB20C6">
        <w:rPr>
          <w:sz w:val="20"/>
          <w:szCs w:val="20"/>
        </w:rPr>
        <w:t>(Erna)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Tempat Tanggal Lahir</w:t>
      </w:r>
      <w:r w:rsidRPr="00EB20C6">
        <w:rPr>
          <w:sz w:val="20"/>
          <w:szCs w:val="20"/>
        </w:rPr>
        <w:tab/>
      </w:r>
      <w:r w:rsidR="00186E66"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>: Jakarta,</w:t>
      </w:r>
      <w:r w:rsidR="004E4F0B" w:rsidRPr="00EB20C6">
        <w:rPr>
          <w:sz w:val="20"/>
          <w:szCs w:val="20"/>
        </w:rPr>
        <w:t xml:space="preserve"> </w:t>
      </w:r>
      <w:r w:rsidRPr="00EB20C6">
        <w:rPr>
          <w:sz w:val="20"/>
          <w:szCs w:val="20"/>
        </w:rPr>
        <w:t>2</w:t>
      </w:r>
      <w:r w:rsidR="00E07A61" w:rsidRPr="00EB20C6">
        <w:rPr>
          <w:sz w:val="20"/>
          <w:szCs w:val="20"/>
        </w:rPr>
        <w:t>8</w:t>
      </w:r>
      <w:r w:rsidR="00372282" w:rsidRPr="00EB20C6">
        <w:rPr>
          <w:sz w:val="20"/>
          <w:szCs w:val="20"/>
        </w:rPr>
        <w:t xml:space="preserve"> Nopember </w:t>
      </w:r>
      <w:r w:rsidR="00987161" w:rsidRPr="00EB20C6">
        <w:rPr>
          <w:sz w:val="20"/>
          <w:szCs w:val="20"/>
        </w:rPr>
        <w:t>1979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Agama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="00AA4A9E"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>: Islam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Jenis Kelamin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="00186E66"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>: Perempuan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Alamat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="00186E66"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>: Jl.</w:t>
      </w:r>
      <w:r w:rsidR="00CE24E8" w:rsidRPr="00EB20C6">
        <w:rPr>
          <w:sz w:val="20"/>
          <w:szCs w:val="20"/>
        </w:rPr>
        <w:t xml:space="preserve">H.Sipin </w:t>
      </w:r>
      <w:r w:rsidRPr="00EB20C6">
        <w:rPr>
          <w:sz w:val="20"/>
          <w:szCs w:val="20"/>
        </w:rPr>
        <w:t xml:space="preserve"> Rt.00</w:t>
      </w:r>
      <w:r w:rsidR="00CE24E8" w:rsidRPr="00EB20C6">
        <w:rPr>
          <w:sz w:val="20"/>
          <w:szCs w:val="20"/>
        </w:rPr>
        <w:t>4</w:t>
      </w:r>
      <w:r w:rsidRPr="00EB20C6">
        <w:rPr>
          <w:sz w:val="20"/>
          <w:szCs w:val="20"/>
        </w:rPr>
        <w:t>/04 No.</w:t>
      </w:r>
      <w:r w:rsidR="00CE24E8" w:rsidRPr="00EB20C6">
        <w:rPr>
          <w:sz w:val="20"/>
          <w:szCs w:val="20"/>
        </w:rPr>
        <w:t>59</w:t>
      </w:r>
      <w:r w:rsidRPr="00EB20C6">
        <w:rPr>
          <w:sz w:val="20"/>
          <w:szCs w:val="20"/>
        </w:rPr>
        <w:t xml:space="preserve"> </w:t>
      </w:r>
      <w:r w:rsidR="00CE24E8" w:rsidRPr="00EB20C6">
        <w:rPr>
          <w:sz w:val="20"/>
          <w:szCs w:val="20"/>
        </w:rPr>
        <w:t>Ciledug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="00B4104E" w:rsidRPr="00EB20C6">
        <w:rPr>
          <w:sz w:val="20"/>
          <w:szCs w:val="20"/>
        </w:rPr>
        <w:t xml:space="preserve">  </w:t>
      </w:r>
      <w:r w:rsidR="00CE24E8" w:rsidRPr="00EB20C6">
        <w:rPr>
          <w:sz w:val="20"/>
          <w:szCs w:val="20"/>
        </w:rPr>
        <w:t>Tangerang</w:t>
      </w:r>
      <w:r w:rsidRPr="00EB20C6">
        <w:rPr>
          <w:sz w:val="20"/>
          <w:szCs w:val="20"/>
        </w:rPr>
        <w:t xml:space="preserve"> – </w:t>
      </w:r>
      <w:r w:rsidR="00CE24E8" w:rsidRPr="00EB20C6">
        <w:rPr>
          <w:sz w:val="20"/>
          <w:szCs w:val="20"/>
        </w:rPr>
        <w:t>15151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="00B4104E" w:rsidRPr="00EB20C6">
        <w:rPr>
          <w:sz w:val="20"/>
          <w:szCs w:val="20"/>
        </w:rPr>
        <w:t xml:space="preserve">  </w:t>
      </w:r>
      <w:r w:rsidRPr="00EB20C6">
        <w:rPr>
          <w:sz w:val="20"/>
          <w:szCs w:val="20"/>
        </w:rPr>
        <w:t xml:space="preserve">Telp (021) </w:t>
      </w:r>
      <w:r w:rsidR="00413FE9" w:rsidRPr="00EB20C6">
        <w:rPr>
          <w:sz w:val="20"/>
          <w:szCs w:val="20"/>
        </w:rPr>
        <w:t>081296411818</w:t>
      </w:r>
      <w:r w:rsidR="00487ADD" w:rsidRPr="00EB20C6">
        <w:rPr>
          <w:sz w:val="20"/>
          <w:szCs w:val="20"/>
        </w:rPr>
        <w:t xml:space="preserve"> </w:t>
      </w:r>
    </w:p>
    <w:p w:rsidR="00663688" w:rsidRPr="00EB20C6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Pendidikan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  <w:t>: D III  Management</w:t>
      </w:r>
      <w:r w:rsidR="00CE24E8" w:rsidRPr="00EB20C6">
        <w:rPr>
          <w:sz w:val="20"/>
          <w:szCs w:val="20"/>
        </w:rPr>
        <w:t xml:space="preserve"> Accounting</w:t>
      </w:r>
      <w:r w:rsidR="005E690D" w:rsidRPr="00EB20C6">
        <w:rPr>
          <w:sz w:val="20"/>
          <w:szCs w:val="20"/>
        </w:rPr>
        <w:t xml:space="preserve"> lulus tahun 2005</w:t>
      </w:r>
    </w:p>
    <w:p w:rsidR="00663688" w:rsidRPr="006B2163" w:rsidRDefault="00663688" w:rsidP="0019364D">
      <w:pPr>
        <w:pStyle w:val="ListParagraph"/>
        <w:spacing w:line="300" w:lineRule="auto"/>
        <w:ind w:firstLine="0"/>
        <w:jc w:val="left"/>
        <w:rPr>
          <w:sz w:val="20"/>
          <w:szCs w:val="20"/>
          <w:lang w:val="id-ID"/>
        </w:rPr>
      </w:pP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  <w:t xml:space="preserve">  </w:t>
      </w:r>
      <w:r w:rsidR="00CE24E8" w:rsidRPr="00EB20C6">
        <w:rPr>
          <w:sz w:val="20"/>
          <w:szCs w:val="20"/>
        </w:rPr>
        <w:t>STAds “ASMI”</w:t>
      </w:r>
      <w:r w:rsidRPr="00EB20C6">
        <w:rPr>
          <w:sz w:val="20"/>
          <w:szCs w:val="20"/>
        </w:rPr>
        <w:t xml:space="preserve"> Jakarta</w:t>
      </w:r>
      <w:r w:rsidR="00943C47" w:rsidRPr="00EB20C6">
        <w:rPr>
          <w:sz w:val="20"/>
          <w:szCs w:val="20"/>
        </w:rPr>
        <w:t xml:space="preserve"> IPK (3.08)</w:t>
      </w:r>
      <w:r w:rsidR="006B2163">
        <w:rPr>
          <w:sz w:val="20"/>
          <w:szCs w:val="20"/>
          <w:lang w:val="id-ID"/>
        </w:rPr>
        <w:t xml:space="preserve"> sa’at ini sedang melanjutkan</w:t>
      </w:r>
    </w:p>
    <w:p w:rsidR="00DC318A" w:rsidRPr="006B2163" w:rsidRDefault="00DC318A" w:rsidP="0019364D">
      <w:pPr>
        <w:pStyle w:val="ListParagraph"/>
        <w:spacing w:line="300" w:lineRule="auto"/>
        <w:ind w:firstLine="0"/>
        <w:jc w:val="left"/>
        <w:rPr>
          <w:sz w:val="20"/>
          <w:szCs w:val="20"/>
          <w:lang w:val="id-ID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S1</w:t>
      </w:r>
      <w:r w:rsidR="006B2163">
        <w:rPr>
          <w:sz w:val="20"/>
          <w:szCs w:val="20"/>
          <w:lang w:val="id-ID"/>
        </w:rPr>
        <w:t xml:space="preserve"> jurusan Accounting di</w:t>
      </w:r>
      <w:r>
        <w:rPr>
          <w:sz w:val="20"/>
          <w:szCs w:val="20"/>
        </w:rPr>
        <w:t xml:space="preserve"> </w:t>
      </w:r>
      <w:r w:rsidR="006B2163">
        <w:rPr>
          <w:sz w:val="20"/>
          <w:szCs w:val="20"/>
          <w:lang w:val="id-ID"/>
        </w:rPr>
        <w:t>Mercubuana</w:t>
      </w:r>
      <w:r>
        <w:rPr>
          <w:sz w:val="20"/>
          <w:szCs w:val="20"/>
        </w:rPr>
        <w:t xml:space="preserve"> Jakarta(P</w:t>
      </w:r>
      <w:r w:rsidR="006B2163">
        <w:rPr>
          <w:sz w:val="20"/>
          <w:szCs w:val="20"/>
          <w:lang w:val="id-ID"/>
        </w:rPr>
        <w:t>erkuliahan sabtu-</w:t>
      </w:r>
      <w:r w:rsidR="002A4253">
        <w:rPr>
          <w:sz w:val="20"/>
          <w:szCs w:val="20"/>
          <w:lang w:val="id-ID"/>
        </w:rPr>
        <w:t>minggu</w:t>
      </w:r>
      <w:r w:rsidR="006B2163">
        <w:rPr>
          <w:sz w:val="20"/>
          <w:szCs w:val="20"/>
          <w:lang w:val="id-ID"/>
        </w:rPr>
        <w:t>)</w:t>
      </w:r>
    </w:p>
    <w:p w:rsidR="00061D4E" w:rsidRPr="00EB20C6" w:rsidRDefault="00061D4E" w:rsidP="0019364D">
      <w:pPr>
        <w:pStyle w:val="ListParagraph"/>
        <w:spacing w:line="300" w:lineRule="auto"/>
        <w:ind w:firstLine="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E-mail</w:t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</w:r>
      <w:r w:rsidRPr="00EB20C6">
        <w:rPr>
          <w:sz w:val="20"/>
          <w:szCs w:val="20"/>
        </w:rPr>
        <w:tab/>
        <w:t>: n_hernawaty@yahoo.co.id</w:t>
      </w:r>
    </w:p>
    <w:p w:rsidR="00EA695D" w:rsidRPr="00186E66" w:rsidRDefault="00663688" w:rsidP="00372282">
      <w:pPr>
        <w:pStyle w:val="ListParagraph"/>
        <w:spacing w:line="300" w:lineRule="auto"/>
        <w:ind w:left="0" w:firstLine="0"/>
        <w:jc w:val="left"/>
        <w:rPr>
          <w:b/>
        </w:rPr>
      </w:pPr>
      <w:r w:rsidRPr="00186E66">
        <w:rPr>
          <w:b/>
        </w:rPr>
        <w:t xml:space="preserve">Pendidikan </w:t>
      </w:r>
    </w:p>
    <w:p w:rsidR="00663688" w:rsidRPr="00186E66" w:rsidRDefault="00663688" w:rsidP="00EA695D">
      <w:pPr>
        <w:pStyle w:val="ListParagraph"/>
        <w:numPr>
          <w:ilvl w:val="0"/>
          <w:numId w:val="14"/>
        </w:numPr>
        <w:spacing w:line="300" w:lineRule="auto"/>
        <w:jc w:val="left"/>
        <w:rPr>
          <w:b/>
          <w:sz w:val="20"/>
          <w:szCs w:val="20"/>
        </w:rPr>
      </w:pPr>
      <w:r w:rsidRPr="00186E66">
        <w:rPr>
          <w:b/>
          <w:sz w:val="20"/>
          <w:szCs w:val="20"/>
        </w:rPr>
        <w:t>Formal</w:t>
      </w:r>
    </w:p>
    <w:p w:rsidR="00EA695D" w:rsidRPr="00EB20C6" w:rsidRDefault="0019364D" w:rsidP="00EA695D">
      <w:pPr>
        <w:pStyle w:val="ListParagraph"/>
        <w:numPr>
          <w:ilvl w:val="0"/>
          <w:numId w:val="3"/>
        </w:numPr>
        <w:spacing w:line="300" w:lineRule="auto"/>
        <w:ind w:left="108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Pendidikan</w:t>
      </w:r>
      <w:r w:rsidR="004D741F" w:rsidRPr="00EB20C6">
        <w:rPr>
          <w:sz w:val="20"/>
          <w:szCs w:val="20"/>
        </w:rPr>
        <w:t xml:space="preserve"> </w:t>
      </w:r>
      <w:r w:rsidR="00EA695D" w:rsidRPr="00EB20C6">
        <w:rPr>
          <w:sz w:val="20"/>
          <w:szCs w:val="20"/>
        </w:rPr>
        <w:t>Dasar Islam (SDI)  Cipulir Jakarta Selatan Lulus 19</w:t>
      </w:r>
      <w:r w:rsidR="004D741F" w:rsidRPr="00EB20C6">
        <w:rPr>
          <w:sz w:val="20"/>
          <w:szCs w:val="20"/>
        </w:rPr>
        <w:t>91</w:t>
      </w:r>
    </w:p>
    <w:p w:rsidR="00EA695D" w:rsidRPr="00EB20C6" w:rsidRDefault="00EA695D" w:rsidP="00EA695D">
      <w:pPr>
        <w:pStyle w:val="ListParagraph"/>
        <w:numPr>
          <w:ilvl w:val="0"/>
          <w:numId w:val="3"/>
        </w:numPr>
        <w:spacing w:line="300" w:lineRule="auto"/>
        <w:ind w:left="108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Sekolah Menengah Pertama Islam Jakarta Selatan Lulus 1994</w:t>
      </w:r>
    </w:p>
    <w:p w:rsidR="00EA695D" w:rsidRPr="00EB20C6" w:rsidRDefault="00EA695D" w:rsidP="00EA695D">
      <w:pPr>
        <w:pStyle w:val="ListParagraph"/>
        <w:numPr>
          <w:ilvl w:val="0"/>
          <w:numId w:val="3"/>
        </w:numPr>
        <w:spacing w:line="300" w:lineRule="auto"/>
        <w:ind w:left="108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Sekolah Menengah Kejuruan Tunas Pembangunan Cipete Jakarta</w:t>
      </w:r>
      <w:r w:rsidR="00111B1F" w:rsidRPr="00EB20C6">
        <w:rPr>
          <w:sz w:val="20"/>
          <w:szCs w:val="20"/>
        </w:rPr>
        <w:t xml:space="preserve"> Selatan Lulus 1998</w:t>
      </w:r>
    </w:p>
    <w:p w:rsidR="00663688" w:rsidRPr="00EB20C6" w:rsidRDefault="005E690D" w:rsidP="005E690D">
      <w:pPr>
        <w:pStyle w:val="ListParagraph"/>
        <w:numPr>
          <w:ilvl w:val="0"/>
          <w:numId w:val="3"/>
        </w:numPr>
        <w:spacing w:line="300" w:lineRule="auto"/>
        <w:ind w:left="108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D III STAds</w:t>
      </w:r>
      <w:r w:rsidR="00EA695D" w:rsidRPr="00EB20C6">
        <w:rPr>
          <w:sz w:val="20"/>
          <w:szCs w:val="20"/>
        </w:rPr>
        <w:t>“ASMI” Jakarta  Lulus 2005</w:t>
      </w:r>
      <w:r w:rsidR="001E7042" w:rsidRPr="00EB20C6">
        <w:rPr>
          <w:sz w:val="20"/>
          <w:szCs w:val="20"/>
        </w:rPr>
        <w:t xml:space="preserve"> &amp; Sa’at ini sedang</w:t>
      </w:r>
      <w:r w:rsidR="00EA695D" w:rsidRPr="00EB20C6">
        <w:rPr>
          <w:sz w:val="20"/>
          <w:szCs w:val="20"/>
        </w:rPr>
        <w:t xml:space="preserve"> melanjutkan Jenjang</w:t>
      </w:r>
      <w:r w:rsidR="001E7042" w:rsidRPr="00EB20C6">
        <w:rPr>
          <w:sz w:val="20"/>
          <w:szCs w:val="20"/>
        </w:rPr>
        <w:t xml:space="preserve"> S1 </w:t>
      </w:r>
      <w:r w:rsidR="00186E66" w:rsidRPr="00EB20C6">
        <w:rPr>
          <w:sz w:val="20"/>
          <w:szCs w:val="20"/>
        </w:rPr>
        <w:t>Program</w:t>
      </w:r>
      <w:r w:rsidR="00B053FF" w:rsidRPr="00EB20C6">
        <w:rPr>
          <w:sz w:val="20"/>
          <w:szCs w:val="20"/>
        </w:rPr>
        <w:t xml:space="preserve"> Aku</w:t>
      </w:r>
      <w:r w:rsidR="00426D2A" w:rsidRPr="00EB20C6">
        <w:rPr>
          <w:sz w:val="20"/>
          <w:szCs w:val="20"/>
        </w:rPr>
        <w:t>n</w:t>
      </w:r>
      <w:r w:rsidR="00B053FF" w:rsidRPr="00EB20C6">
        <w:rPr>
          <w:sz w:val="20"/>
          <w:szCs w:val="20"/>
        </w:rPr>
        <w:t>tansi</w:t>
      </w:r>
      <w:r w:rsidR="00FA572E">
        <w:rPr>
          <w:sz w:val="20"/>
          <w:szCs w:val="20"/>
          <w:lang w:val="id-ID"/>
        </w:rPr>
        <w:t xml:space="preserve"> di</w:t>
      </w:r>
      <w:r w:rsidR="00B053FF" w:rsidRPr="00EB20C6">
        <w:rPr>
          <w:sz w:val="20"/>
          <w:szCs w:val="20"/>
        </w:rPr>
        <w:t xml:space="preserve"> </w:t>
      </w:r>
      <w:r w:rsidR="00DC0FF7">
        <w:rPr>
          <w:sz w:val="20"/>
          <w:szCs w:val="20"/>
          <w:lang w:val="id-ID"/>
        </w:rPr>
        <w:t>Mercubuana</w:t>
      </w:r>
      <w:r w:rsidR="00132B22" w:rsidRPr="00EB20C6">
        <w:rPr>
          <w:sz w:val="20"/>
          <w:szCs w:val="20"/>
        </w:rPr>
        <w:t xml:space="preserve"> Jaka</w:t>
      </w:r>
      <w:r w:rsidR="00FA572E">
        <w:rPr>
          <w:sz w:val="20"/>
          <w:szCs w:val="20"/>
        </w:rPr>
        <w:t>rt</w:t>
      </w:r>
      <w:r w:rsidR="00FA572E">
        <w:rPr>
          <w:sz w:val="20"/>
          <w:szCs w:val="20"/>
          <w:lang w:val="id-ID"/>
        </w:rPr>
        <w:t>a (perkuliahan sabtu-minggu)</w:t>
      </w:r>
    </w:p>
    <w:p w:rsidR="00EA695D" w:rsidRPr="00186E66" w:rsidRDefault="00EA695D" w:rsidP="0019364D">
      <w:pPr>
        <w:pStyle w:val="ListParagraph"/>
        <w:numPr>
          <w:ilvl w:val="0"/>
          <w:numId w:val="14"/>
        </w:numPr>
        <w:spacing w:line="300" w:lineRule="auto"/>
        <w:jc w:val="left"/>
        <w:rPr>
          <w:b/>
          <w:sz w:val="20"/>
          <w:szCs w:val="20"/>
          <w:u w:val="single"/>
        </w:rPr>
      </w:pPr>
      <w:r w:rsidRPr="00EB20C6">
        <w:rPr>
          <w:sz w:val="20"/>
          <w:szCs w:val="20"/>
        </w:rPr>
        <w:t xml:space="preserve"> </w:t>
      </w:r>
      <w:r w:rsidRPr="00186E66">
        <w:rPr>
          <w:b/>
          <w:sz w:val="20"/>
          <w:szCs w:val="20"/>
        </w:rPr>
        <w:t>Non Formal</w:t>
      </w:r>
    </w:p>
    <w:p w:rsidR="001E7042" w:rsidRPr="00EB20C6" w:rsidRDefault="001E7042" w:rsidP="001E7042">
      <w:pPr>
        <w:pStyle w:val="ListParagraph"/>
        <w:numPr>
          <w:ilvl w:val="1"/>
          <w:numId w:val="14"/>
        </w:numPr>
        <w:spacing w:line="300" w:lineRule="auto"/>
        <w:jc w:val="left"/>
        <w:rPr>
          <w:sz w:val="20"/>
          <w:szCs w:val="20"/>
          <w:u w:val="single"/>
        </w:rPr>
      </w:pPr>
      <w:r w:rsidRPr="00EB20C6">
        <w:rPr>
          <w:sz w:val="20"/>
          <w:szCs w:val="20"/>
        </w:rPr>
        <w:t>Kursus Komputer di LPBI Jakarta Selatan 1996</w:t>
      </w:r>
    </w:p>
    <w:p w:rsidR="001E7042" w:rsidRPr="00EB20C6" w:rsidRDefault="001E7042" w:rsidP="001E7042">
      <w:pPr>
        <w:pStyle w:val="ListParagraph"/>
        <w:numPr>
          <w:ilvl w:val="1"/>
          <w:numId w:val="14"/>
        </w:numPr>
        <w:spacing w:line="300" w:lineRule="auto"/>
        <w:jc w:val="left"/>
        <w:rPr>
          <w:sz w:val="20"/>
          <w:szCs w:val="20"/>
          <w:u w:val="single"/>
        </w:rPr>
      </w:pPr>
      <w:r w:rsidRPr="00EB20C6">
        <w:rPr>
          <w:sz w:val="20"/>
          <w:szCs w:val="20"/>
        </w:rPr>
        <w:t>Kursus Bahasa Inggris di BBC Indonesia Jakarta 2001</w:t>
      </w:r>
    </w:p>
    <w:p w:rsidR="001E7042" w:rsidRPr="00EB20C6" w:rsidRDefault="001E7042" w:rsidP="001E7042">
      <w:pPr>
        <w:pStyle w:val="ListParagraph"/>
        <w:numPr>
          <w:ilvl w:val="1"/>
          <w:numId w:val="14"/>
        </w:numPr>
        <w:spacing w:line="300" w:lineRule="auto"/>
        <w:jc w:val="left"/>
        <w:rPr>
          <w:sz w:val="20"/>
          <w:szCs w:val="20"/>
          <w:u w:val="single"/>
        </w:rPr>
      </w:pPr>
      <w:r w:rsidRPr="00EB20C6">
        <w:rPr>
          <w:sz w:val="20"/>
          <w:szCs w:val="20"/>
        </w:rPr>
        <w:t>Training &amp; Pelatihan yang diadakan oleh BPR (Perbarindo)</w:t>
      </w:r>
    </w:p>
    <w:p w:rsidR="00E66E45" w:rsidRPr="00A81C11" w:rsidRDefault="00DC0FF7" w:rsidP="001E7042">
      <w:pPr>
        <w:pStyle w:val="ListParagraph"/>
        <w:numPr>
          <w:ilvl w:val="1"/>
          <w:numId w:val="14"/>
        </w:numPr>
        <w:spacing w:line="300" w:lineRule="auto"/>
        <w:jc w:val="left"/>
        <w:rPr>
          <w:sz w:val="20"/>
          <w:szCs w:val="20"/>
          <w:u w:val="single"/>
        </w:rPr>
      </w:pPr>
      <w:r>
        <w:rPr>
          <w:sz w:val="20"/>
          <w:szCs w:val="20"/>
          <w:lang w:val="id-ID"/>
        </w:rPr>
        <w:t>Kursus Brevet pajakn A &amp; B di IAI BSD Serpong Berijazah</w:t>
      </w:r>
    </w:p>
    <w:p w:rsidR="00A81C11" w:rsidRPr="00EB20C6" w:rsidRDefault="00A81C11" w:rsidP="001E7042">
      <w:pPr>
        <w:pStyle w:val="ListParagraph"/>
        <w:numPr>
          <w:ilvl w:val="1"/>
          <w:numId w:val="14"/>
        </w:numPr>
        <w:spacing w:line="300" w:lineRule="auto"/>
        <w:jc w:val="lef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Mengikuti kursus akutansi perpajakan </w:t>
      </w:r>
    </w:p>
    <w:p w:rsidR="00820BDC" w:rsidRPr="00186E66" w:rsidRDefault="00820BDC" w:rsidP="00820BDC">
      <w:pPr>
        <w:pStyle w:val="ListParagraph"/>
        <w:spacing w:line="300" w:lineRule="auto"/>
        <w:ind w:left="0" w:firstLine="0"/>
        <w:jc w:val="left"/>
        <w:rPr>
          <w:b/>
          <w:sz w:val="20"/>
          <w:szCs w:val="20"/>
          <w:u w:val="single"/>
        </w:rPr>
      </w:pPr>
      <w:r w:rsidRPr="00186E66">
        <w:rPr>
          <w:b/>
          <w:sz w:val="20"/>
          <w:szCs w:val="20"/>
          <w:u w:val="single"/>
          <w:lang w:val="id-ID"/>
        </w:rPr>
        <w:t>Keahlian</w:t>
      </w:r>
      <w:r w:rsidR="00EA695D" w:rsidRPr="00186E66">
        <w:rPr>
          <w:b/>
          <w:sz w:val="20"/>
          <w:szCs w:val="20"/>
          <w:u w:val="single"/>
        </w:rPr>
        <w:t xml:space="preserve"> atau </w:t>
      </w:r>
      <w:r w:rsidR="002C06CE">
        <w:rPr>
          <w:b/>
          <w:sz w:val="20"/>
          <w:szCs w:val="20"/>
          <w:u w:val="single"/>
        </w:rPr>
        <w:t>kemampuan</w:t>
      </w:r>
    </w:p>
    <w:p w:rsidR="00820BDC" w:rsidRPr="00EB20C6" w:rsidRDefault="00820BDC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  <w:lang w:val="id-ID"/>
        </w:rPr>
      </w:pPr>
      <w:r w:rsidRPr="00EB20C6">
        <w:rPr>
          <w:sz w:val="20"/>
          <w:szCs w:val="20"/>
          <w:lang w:val="id-ID"/>
        </w:rPr>
        <w:t xml:space="preserve">Mampu mengoprasikan aplikasi komputer (Windows,Excel,Power Point,Word </w:t>
      </w:r>
      <w:r w:rsidR="00435FC3" w:rsidRPr="00EB20C6">
        <w:rPr>
          <w:sz w:val="20"/>
          <w:szCs w:val="20"/>
        </w:rPr>
        <w:t>&amp; Internet</w:t>
      </w:r>
      <w:r w:rsidRPr="00EB20C6">
        <w:rPr>
          <w:sz w:val="20"/>
          <w:szCs w:val="20"/>
          <w:lang w:val="id-ID"/>
        </w:rPr>
        <w:t>)</w:t>
      </w:r>
    </w:p>
    <w:p w:rsidR="00820BDC" w:rsidRPr="00EB20C6" w:rsidRDefault="00820BDC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  <w:lang w:val="id-ID"/>
        </w:rPr>
        <w:t>Mengetahui program SID (Sitem Informasi Debitur</w:t>
      </w:r>
      <w:r w:rsidR="00132B22" w:rsidRPr="00EB20C6">
        <w:rPr>
          <w:sz w:val="20"/>
          <w:szCs w:val="20"/>
          <w:lang w:val="id-ID"/>
        </w:rPr>
        <w:t>)</w:t>
      </w:r>
    </w:p>
    <w:p w:rsidR="00C15746" w:rsidRPr="00EB20C6" w:rsidRDefault="00C15746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  <w:lang w:val="id-ID"/>
        </w:rPr>
        <w:t>Mengerti Produk Perbankan</w:t>
      </w:r>
      <w:r w:rsidR="00BC73C5" w:rsidRPr="00EB20C6">
        <w:rPr>
          <w:sz w:val="20"/>
          <w:szCs w:val="20"/>
        </w:rPr>
        <w:t xml:space="preserve"> atau  A</w:t>
      </w:r>
      <w:r w:rsidR="00370B73" w:rsidRPr="00EB20C6">
        <w:rPr>
          <w:sz w:val="20"/>
          <w:szCs w:val="20"/>
        </w:rPr>
        <w:t>plikasi Perbankan</w:t>
      </w:r>
    </w:p>
    <w:p w:rsidR="007C16D5" w:rsidRPr="00EB20C6" w:rsidRDefault="001E7042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Membuat Cash Flow</w:t>
      </w:r>
      <w:r w:rsidR="00270145" w:rsidRPr="00EB20C6">
        <w:rPr>
          <w:sz w:val="20"/>
          <w:szCs w:val="20"/>
        </w:rPr>
        <w:t>,</w:t>
      </w:r>
      <w:r w:rsidR="00515044" w:rsidRPr="00EB20C6">
        <w:rPr>
          <w:sz w:val="20"/>
          <w:szCs w:val="20"/>
        </w:rPr>
        <w:t>jurnal ,laporan keuangan,lap.buku besar,harian,mingguan,bulanan dan tahunan</w:t>
      </w:r>
    </w:p>
    <w:p w:rsidR="00270145" w:rsidRPr="00EB20C6" w:rsidRDefault="00270145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Mengerti Perpajakan</w:t>
      </w:r>
      <w:r w:rsidR="00714C03" w:rsidRPr="00EB20C6">
        <w:rPr>
          <w:sz w:val="20"/>
          <w:szCs w:val="20"/>
        </w:rPr>
        <w:t xml:space="preserve"> </w:t>
      </w:r>
      <w:r w:rsidR="00A65A4E" w:rsidRPr="00EB20C6">
        <w:rPr>
          <w:sz w:val="20"/>
          <w:szCs w:val="20"/>
        </w:rPr>
        <w:t>&amp; membuat rekap atas pendapatan</w:t>
      </w:r>
      <w:r w:rsidR="00132B22" w:rsidRPr="00EB20C6">
        <w:rPr>
          <w:sz w:val="20"/>
          <w:szCs w:val="20"/>
        </w:rPr>
        <w:t xml:space="preserve"> serta piutang</w:t>
      </w:r>
    </w:p>
    <w:p w:rsidR="00C663A8" w:rsidRPr="00EB20C6" w:rsidRDefault="00C663A8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Mengetahui Prosedur Operasional &amp; Kredit Perbankan</w:t>
      </w:r>
    </w:p>
    <w:p w:rsidR="007C16D5" w:rsidRPr="00EB20C6" w:rsidRDefault="00046CDA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Mengetahui ten</w:t>
      </w:r>
      <w:r w:rsidR="00E54A6E" w:rsidRPr="00EB20C6">
        <w:rPr>
          <w:sz w:val="20"/>
          <w:szCs w:val="20"/>
        </w:rPr>
        <w:t>tang progress</w:t>
      </w:r>
      <w:r w:rsidR="00F964E1" w:rsidRPr="00EB20C6">
        <w:rPr>
          <w:sz w:val="20"/>
          <w:szCs w:val="20"/>
        </w:rPr>
        <w:t>,RAB</w:t>
      </w:r>
      <w:r w:rsidR="00E54A6E" w:rsidRPr="00EB20C6">
        <w:rPr>
          <w:sz w:val="20"/>
          <w:szCs w:val="20"/>
        </w:rPr>
        <w:t xml:space="preserve"> proyek,me</w:t>
      </w:r>
      <w:r w:rsidR="007C16D5" w:rsidRPr="00EB20C6">
        <w:rPr>
          <w:sz w:val="20"/>
          <w:szCs w:val="20"/>
        </w:rPr>
        <w:t>mahami tentang pembukuan proyek dan mengerti a</w:t>
      </w:r>
      <w:r w:rsidR="00A72828" w:rsidRPr="00EB20C6">
        <w:rPr>
          <w:sz w:val="20"/>
          <w:szCs w:val="20"/>
        </w:rPr>
        <w:t>kan tata cara tender</w:t>
      </w:r>
      <w:r w:rsidR="00515044" w:rsidRPr="00EB20C6">
        <w:rPr>
          <w:sz w:val="20"/>
          <w:szCs w:val="20"/>
        </w:rPr>
        <w:t xml:space="preserve"> pemerintah </w:t>
      </w:r>
      <w:r w:rsidR="00A72828" w:rsidRPr="00EB20C6">
        <w:rPr>
          <w:sz w:val="20"/>
          <w:szCs w:val="20"/>
        </w:rPr>
        <w:t xml:space="preserve">  </w:t>
      </w:r>
      <w:r w:rsidR="00515044" w:rsidRPr="00EB20C6">
        <w:rPr>
          <w:sz w:val="20"/>
          <w:szCs w:val="20"/>
        </w:rPr>
        <w:t>&amp; Administrasi Proyek</w:t>
      </w:r>
    </w:p>
    <w:p w:rsidR="004A6889" w:rsidRPr="00EB20C6" w:rsidRDefault="00502E09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</w:t>
      </w:r>
      <w:r w:rsidR="004A6889" w:rsidRPr="00EB20C6">
        <w:rPr>
          <w:sz w:val="20"/>
          <w:szCs w:val="20"/>
        </w:rPr>
        <w:t>embuat tagihan</w:t>
      </w:r>
      <w:r w:rsidRPr="00EB20C6">
        <w:rPr>
          <w:sz w:val="20"/>
          <w:szCs w:val="20"/>
        </w:rPr>
        <w:t xml:space="preserve"> sesuai dengan  prosedur kontrak</w:t>
      </w:r>
      <w:r w:rsidR="000C4DCB" w:rsidRPr="00EB20C6">
        <w:rPr>
          <w:sz w:val="20"/>
          <w:szCs w:val="20"/>
        </w:rPr>
        <w:t xml:space="preserve"> dan</w:t>
      </w:r>
      <w:r w:rsidRPr="00EB20C6">
        <w:rPr>
          <w:sz w:val="20"/>
          <w:szCs w:val="20"/>
        </w:rPr>
        <w:t xml:space="preserve"> </w:t>
      </w:r>
      <w:r w:rsidR="004A6889" w:rsidRPr="00EB20C6">
        <w:rPr>
          <w:sz w:val="20"/>
          <w:szCs w:val="20"/>
        </w:rPr>
        <w:t xml:space="preserve"> me</w:t>
      </w:r>
      <w:r w:rsidR="000C4DCB" w:rsidRPr="00EB20C6">
        <w:rPr>
          <w:sz w:val="20"/>
          <w:szCs w:val="20"/>
        </w:rPr>
        <w:t>rekap laporan</w:t>
      </w:r>
      <w:r w:rsidR="004A6889" w:rsidRPr="00EB20C6">
        <w:rPr>
          <w:sz w:val="20"/>
          <w:szCs w:val="20"/>
        </w:rPr>
        <w:t xml:space="preserve"> progress per proyek</w:t>
      </w:r>
    </w:p>
    <w:p w:rsidR="005010BE" w:rsidRPr="00EB20C6" w:rsidRDefault="005010BE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Mampu mengoperasikan aplikasi Program Accounting</w:t>
      </w:r>
      <w:r w:rsidR="00150F42" w:rsidRPr="00EB20C6">
        <w:rPr>
          <w:sz w:val="20"/>
          <w:szCs w:val="20"/>
        </w:rPr>
        <w:t xml:space="preserve"> / Finance</w:t>
      </w:r>
      <w:r w:rsidR="00BA44F6" w:rsidRPr="00EB20C6">
        <w:rPr>
          <w:sz w:val="20"/>
          <w:szCs w:val="20"/>
        </w:rPr>
        <w:t xml:space="preserve"> </w:t>
      </w:r>
    </w:p>
    <w:p w:rsidR="000C4DCB" w:rsidRPr="00EB20C6" w:rsidRDefault="000C4DCB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lastRenderedPageBreak/>
        <w:t>Membuat tagihan ten</w:t>
      </w:r>
      <w:r w:rsidR="00883EAA" w:rsidRPr="00EB20C6">
        <w:rPr>
          <w:sz w:val="20"/>
          <w:szCs w:val="20"/>
        </w:rPr>
        <w:t>tang pengadaan barang dan prosedurnya yg berkaitan dengan PL (Penawaran Langsung dari Instansi Pemerintah dan LPSE Pemerintahan</w:t>
      </w:r>
      <w:r w:rsidR="00132B22" w:rsidRPr="00EB20C6">
        <w:rPr>
          <w:sz w:val="20"/>
          <w:szCs w:val="20"/>
        </w:rPr>
        <w:t>)</w:t>
      </w:r>
    </w:p>
    <w:p w:rsidR="007C16D5" w:rsidRDefault="007C16D5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Mengerti Sistem Penggajian Karyawan</w:t>
      </w:r>
      <w:r w:rsidR="00F2727A" w:rsidRPr="00EB20C6">
        <w:rPr>
          <w:sz w:val="20"/>
          <w:szCs w:val="20"/>
        </w:rPr>
        <w:t>,melakukan pembayaran ke pemasok /vendor,mengelola dan menerima tagihan.</w:t>
      </w:r>
    </w:p>
    <w:p w:rsidR="00502E09" w:rsidRPr="00EB20C6" w:rsidRDefault="00502E09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Menyusun,memonitor,mengelola dan memastikan semua kegiatan pencatatan keuangan,baik pengeluaran proyek maupun oprasional kantor</w:t>
      </w:r>
      <w:r w:rsidR="00132B22" w:rsidRPr="00EB20C6">
        <w:rPr>
          <w:sz w:val="20"/>
          <w:szCs w:val="20"/>
        </w:rPr>
        <w:t xml:space="preserve"> berjalan sesuai dengan prosedur yang ada.</w:t>
      </w:r>
    </w:p>
    <w:p w:rsidR="00515044" w:rsidRPr="00EB20C6" w:rsidRDefault="00515044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Mengetahui Prosedur Audit.</w:t>
      </w:r>
    </w:p>
    <w:p w:rsidR="009C43B6" w:rsidRPr="00EB20C6" w:rsidRDefault="009C43B6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Mampu bekerja dalam team maupun individu,menyukai tantangan dalam pekerjaan</w:t>
      </w:r>
    </w:p>
    <w:p w:rsidR="00DD07FC" w:rsidRPr="00EB20C6" w:rsidRDefault="00E5296A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</w:t>
      </w:r>
      <w:r w:rsidR="00007ADB" w:rsidRPr="00EB20C6">
        <w:rPr>
          <w:sz w:val="20"/>
          <w:szCs w:val="20"/>
        </w:rPr>
        <w:t>ampu membuat Lost &amp; Profit Per Project</w:t>
      </w:r>
    </w:p>
    <w:p w:rsidR="00E40B2C" w:rsidRPr="00EB20C6" w:rsidRDefault="00E40B2C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Melakukan review harian terhadap akun kas,piutang &amp; utang serta review bulanan semua akun.</w:t>
      </w:r>
    </w:p>
    <w:p w:rsidR="00E40B2C" w:rsidRPr="00EB20C6" w:rsidRDefault="00E40B2C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Melakukan approval terhadap semua penyesuaian dan koreksi yang dibutuhkan agar catatan mewakili kejadian transaksi yang sesungguhnya.</w:t>
      </w:r>
    </w:p>
    <w:p w:rsidR="00E40B2C" w:rsidRPr="00EB20C6" w:rsidRDefault="00E40B2C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Mengawasi pelaksanaan administrasi dan akutansi sehari-hari mulai dari pengumpulan dan pemilahan bukti transaksi perhitungan hingga sampai pada proses penginputan data kedalam system sesuai prosedur yang ada.</w:t>
      </w:r>
    </w:p>
    <w:p w:rsidR="00DD07FC" w:rsidRPr="00EB20C6" w:rsidRDefault="00DD07FC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Menguasai persiapan atas dokumen tender baik swasta maupun pemerintah</w:t>
      </w:r>
    </w:p>
    <w:p w:rsidR="00790CA5" w:rsidRDefault="00790CA5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 w:rsidRPr="00EB20C6">
        <w:rPr>
          <w:sz w:val="20"/>
          <w:szCs w:val="20"/>
        </w:rPr>
        <w:t>Memahami Perpajakan</w:t>
      </w:r>
      <w:r w:rsidR="00290EC8" w:rsidRPr="00EB20C6">
        <w:rPr>
          <w:sz w:val="20"/>
          <w:szCs w:val="20"/>
        </w:rPr>
        <w:t xml:space="preserve"> (PPH</w:t>
      </w:r>
      <w:r w:rsidR="00007ADB" w:rsidRPr="00EB20C6">
        <w:rPr>
          <w:sz w:val="20"/>
          <w:szCs w:val="20"/>
        </w:rPr>
        <w:t xml:space="preserve"> 21,PPN</w:t>
      </w:r>
      <w:r w:rsidR="0096760D">
        <w:rPr>
          <w:sz w:val="20"/>
          <w:szCs w:val="20"/>
        </w:rPr>
        <w:t>,PPH PSL</w:t>
      </w:r>
      <w:r w:rsidR="00007ADB" w:rsidRPr="00EB20C6">
        <w:rPr>
          <w:sz w:val="20"/>
          <w:szCs w:val="20"/>
        </w:rPr>
        <w:t xml:space="preserve"> </w:t>
      </w:r>
      <w:r w:rsidR="0096760D">
        <w:rPr>
          <w:sz w:val="20"/>
          <w:szCs w:val="20"/>
        </w:rPr>
        <w:t xml:space="preserve">23 &amp; </w:t>
      </w:r>
      <w:r w:rsidR="00BB7C57">
        <w:rPr>
          <w:sz w:val="20"/>
          <w:szCs w:val="20"/>
        </w:rPr>
        <w:t>psl 4 ayat (2) memahami PPN masukan dan keluaran</w:t>
      </w:r>
      <w:r w:rsidR="00A373C6">
        <w:rPr>
          <w:sz w:val="20"/>
          <w:szCs w:val="20"/>
        </w:rPr>
        <w:t xml:space="preserve"> </w:t>
      </w:r>
    </w:p>
    <w:p w:rsidR="00E5296A" w:rsidRDefault="00E5296A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Membuat jaminan atas setiap proyek</w:t>
      </w:r>
      <w:r w:rsidR="002308FB">
        <w:rPr>
          <w:sz w:val="20"/>
          <w:szCs w:val="20"/>
        </w:rPr>
        <w:t xml:space="preserve"> yang sedang berjalan</w:t>
      </w:r>
      <w:r>
        <w:rPr>
          <w:sz w:val="20"/>
          <w:szCs w:val="20"/>
        </w:rPr>
        <w:t xml:space="preserve"> (jaminan</w:t>
      </w:r>
      <w:r w:rsidR="002308FB">
        <w:rPr>
          <w:sz w:val="20"/>
          <w:szCs w:val="20"/>
        </w:rPr>
        <w:t xml:space="preserve"> atas tender /bid bond,</w:t>
      </w:r>
      <w:r>
        <w:rPr>
          <w:sz w:val="20"/>
          <w:szCs w:val="20"/>
        </w:rPr>
        <w:t xml:space="preserve"> pelaksanaan,</w:t>
      </w:r>
      <w:r w:rsidR="002308FB">
        <w:rPr>
          <w:sz w:val="20"/>
          <w:szCs w:val="20"/>
        </w:rPr>
        <w:t>uang muka &amp; jaminan pemeliharaan atas pekerjaan)</w:t>
      </w:r>
      <w:r w:rsidR="00487ADD">
        <w:rPr>
          <w:sz w:val="20"/>
          <w:szCs w:val="20"/>
        </w:rPr>
        <w:t xml:space="preserve"> serta melakukan atas jaminan jatuh tempo serta perhitungan atas retensi (jaminan pemeliharaan)</w:t>
      </w:r>
    </w:p>
    <w:p w:rsidR="005625DD" w:rsidRDefault="005625DD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Melakukan pengarsipan atas surat perintah kerja /kontrak asli atas suatu pekerjaan</w:t>
      </w:r>
    </w:p>
    <w:p w:rsidR="005625DD" w:rsidRDefault="005625DD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Mengkoordinir monitoring berita acara progress dilapangan,membuat proyeksi cashflow dan pembuatan proyeksi uang masuk / keluar perusahaan secara keseluruhan.</w:t>
      </w:r>
    </w:p>
    <w:p w:rsidR="005625DD" w:rsidRDefault="005625DD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Memastikan transaksi penerimaan / pengeluaran baik di bank ataupun tunai,berlangsung dengan baik dan terkendali.</w:t>
      </w:r>
    </w:p>
    <w:p w:rsidR="008D4F43" w:rsidRDefault="008D4F43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Tegas suka kejujuran,disiplin suk</w:t>
      </w:r>
      <w:r w:rsidR="00F45EBE">
        <w:rPr>
          <w:sz w:val="20"/>
          <w:szCs w:val="20"/>
        </w:rPr>
        <w:t>a dengan hal baru dan tantangan,suka bekerja keras &amp; mandiri.</w:t>
      </w:r>
    </w:p>
    <w:p w:rsidR="00CB5711" w:rsidRDefault="00CB5711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Memahami &amp; mengetahui Letter Of Credit</w:t>
      </w:r>
      <w:r w:rsidR="00F67844">
        <w:rPr>
          <w:sz w:val="20"/>
          <w:szCs w:val="20"/>
        </w:rPr>
        <w:t xml:space="preserve"> dan pengurusan nya.</w:t>
      </w:r>
    </w:p>
    <w:p w:rsidR="00F67844" w:rsidRDefault="00F67844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Menjalin hubungan kerjasama yang ba</w:t>
      </w:r>
      <w:r w:rsidR="00A30F38">
        <w:rPr>
          <w:sz w:val="20"/>
          <w:szCs w:val="20"/>
        </w:rPr>
        <w:t>ik dengan berbagai devisi kerja serta loyalitas yang tinggi pada pekerjaan.</w:t>
      </w:r>
    </w:p>
    <w:p w:rsidR="004C4C53" w:rsidRDefault="004C4C53" w:rsidP="00820BDC">
      <w:pPr>
        <w:pStyle w:val="ListParagraph"/>
        <w:numPr>
          <w:ilvl w:val="0"/>
          <w:numId w:val="11"/>
        </w:numPr>
        <w:spacing w:line="300" w:lineRule="auto"/>
        <w:jc w:val="left"/>
        <w:rPr>
          <w:sz w:val="20"/>
          <w:szCs w:val="20"/>
        </w:rPr>
      </w:pPr>
      <w:r>
        <w:rPr>
          <w:sz w:val="20"/>
          <w:szCs w:val="20"/>
        </w:rPr>
        <w:t>Mengontrol pekerjaan AR &amp; AP.</w:t>
      </w:r>
    </w:p>
    <w:p w:rsidR="00442EA2" w:rsidRPr="00EB20C6" w:rsidRDefault="00442EA2" w:rsidP="00021E1A">
      <w:pPr>
        <w:pStyle w:val="ListParagraph"/>
        <w:spacing w:line="300" w:lineRule="auto"/>
        <w:ind w:left="1080" w:firstLine="0"/>
        <w:jc w:val="left"/>
        <w:rPr>
          <w:sz w:val="20"/>
          <w:szCs w:val="20"/>
        </w:rPr>
      </w:pPr>
    </w:p>
    <w:p w:rsidR="00E94DB9" w:rsidRPr="00186E66" w:rsidRDefault="00E94DB9" w:rsidP="00372282">
      <w:pPr>
        <w:pStyle w:val="ListParagraph"/>
        <w:spacing w:line="300" w:lineRule="auto"/>
        <w:ind w:left="0" w:firstLine="0"/>
        <w:jc w:val="left"/>
        <w:rPr>
          <w:b/>
          <w:sz w:val="20"/>
          <w:szCs w:val="20"/>
          <w:u w:val="single"/>
        </w:rPr>
      </w:pPr>
      <w:r w:rsidRPr="00186E66">
        <w:rPr>
          <w:b/>
          <w:sz w:val="20"/>
          <w:szCs w:val="20"/>
          <w:u w:val="single"/>
        </w:rPr>
        <w:t>Pengalaman Kerja</w:t>
      </w:r>
    </w:p>
    <w:p w:rsidR="00E94DB9" w:rsidRPr="00EB20C6" w:rsidRDefault="00E94DB9" w:rsidP="00372282">
      <w:pPr>
        <w:pStyle w:val="ListParagraph"/>
        <w:numPr>
          <w:ilvl w:val="0"/>
          <w:numId w:val="5"/>
        </w:numPr>
        <w:spacing w:line="300" w:lineRule="auto"/>
        <w:ind w:left="108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 xml:space="preserve">Bank </w:t>
      </w:r>
      <w:r w:rsidR="0023771E" w:rsidRPr="00EB20C6">
        <w:rPr>
          <w:sz w:val="20"/>
          <w:szCs w:val="20"/>
        </w:rPr>
        <w:t>Abn Amro N.V</w:t>
      </w:r>
      <w:r w:rsidR="008D31D6" w:rsidRPr="00EB20C6">
        <w:rPr>
          <w:sz w:val="20"/>
          <w:szCs w:val="20"/>
        </w:rPr>
        <w:t xml:space="preserve"> di Department</w:t>
      </w:r>
      <w:r w:rsidRPr="00EB20C6">
        <w:rPr>
          <w:sz w:val="20"/>
          <w:szCs w:val="20"/>
        </w:rPr>
        <w:t xml:space="preserve"> </w:t>
      </w:r>
      <w:r w:rsidR="0023771E" w:rsidRPr="00EB20C6">
        <w:rPr>
          <w:sz w:val="20"/>
          <w:szCs w:val="20"/>
        </w:rPr>
        <w:t>General Affairs</w:t>
      </w:r>
      <w:r w:rsidRPr="00EB20C6">
        <w:rPr>
          <w:sz w:val="20"/>
          <w:szCs w:val="20"/>
        </w:rPr>
        <w:t xml:space="preserve"> </w:t>
      </w:r>
      <w:r w:rsidR="008D31D6" w:rsidRPr="00EB20C6">
        <w:rPr>
          <w:sz w:val="20"/>
          <w:szCs w:val="20"/>
        </w:rPr>
        <w:t>tahun 1998</w:t>
      </w:r>
    </w:p>
    <w:p w:rsidR="00663688" w:rsidRPr="00EB20C6" w:rsidRDefault="00DC421D" w:rsidP="00372282">
      <w:pPr>
        <w:pStyle w:val="ListParagraph"/>
        <w:numPr>
          <w:ilvl w:val="0"/>
          <w:numId w:val="5"/>
        </w:numPr>
        <w:spacing w:line="300" w:lineRule="auto"/>
        <w:ind w:left="108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 xml:space="preserve">PT </w:t>
      </w:r>
      <w:r w:rsidR="0023771E" w:rsidRPr="00EB20C6">
        <w:rPr>
          <w:sz w:val="20"/>
          <w:szCs w:val="20"/>
        </w:rPr>
        <w:t>Taman</w:t>
      </w:r>
      <w:r w:rsidR="0017095B" w:rsidRPr="00EB20C6">
        <w:rPr>
          <w:sz w:val="20"/>
          <w:szCs w:val="20"/>
        </w:rPr>
        <w:t xml:space="preserve"> </w:t>
      </w:r>
      <w:r w:rsidR="0023771E" w:rsidRPr="00EB20C6">
        <w:rPr>
          <w:sz w:val="20"/>
          <w:szCs w:val="20"/>
        </w:rPr>
        <w:t>Amara Utam</w:t>
      </w:r>
      <w:r w:rsidR="00F56DE6" w:rsidRPr="00EB20C6">
        <w:rPr>
          <w:sz w:val="20"/>
          <w:szCs w:val="20"/>
          <w:lang w:val="id-ID"/>
        </w:rPr>
        <w:t>a</w:t>
      </w:r>
      <w:r w:rsidR="0023771E" w:rsidRPr="00EB20C6">
        <w:rPr>
          <w:sz w:val="20"/>
          <w:szCs w:val="20"/>
        </w:rPr>
        <w:t xml:space="preserve"> Contra</w:t>
      </w:r>
      <w:r w:rsidR="00372282" w:rsidRPr="00EB20C6">
        <w:rPr>
          <w:sz w:val="20"/>
          <w:szCs w:val="20"/>
        </w:rPr>
        <w:t>c</w:t>
      </w:r>
      <w:r w:rsidR="0023771E" w:rsidRPr="00EB20C6">
        <w:rPr>
          <w:sz w:val="20"/>
          <w:szCs w:val="20"/>
        </w:rPr>
        <w:t>tor</w:t>
      </w:r>
      <w:r w:rsidR="00186E66" w:rsidRPr="00EB20C6">
        <w:rPr>
          <w:sz w:val="20"/>
          <w:szCs w:val="20"/>
        </w:rPr>
        <w:t xml:space="preserve"> Telkom</w:t>
      </w:r>
      <w:r w:rsidR="00E74CAE" w:rsidRPr="00EB20C6">
        <w:rPr>
          <w:sz w:val="20"/>
          <w:szCs w:val="20"/>
          <w:lang w:val="id-ID"/>
        </w:rPr>
        <w:t xml:space="preserve"> </w:t>
      </w:r>
      <w:r w:rsidR="008D31D6" w:rsidRPr="00EB20C6">
        <w:rPr>
          <w:sz w:val="20"/>
          <w:szCs w:val="20"/>
        </w:rPr>
        <w:t>sebagai</w:t>
      </w:r>
      <w:r w:rsidRPr="00EB20C6">
        <w:rPr>
          <w:sz w:val="20"/>
          <w:szCs w:val="20"/>
        </w:rPr>
        <w:t xml:space="preserve"> A</w:t>
      </w:r>
      <w:r w:rsidR="00C02C9C" w:rsidRPr="00EB20C6">
        <w:rPr>
          <w:sz w:val="20"/>
          <w:szCs w:val="20"/>
        </w:rPr>
        <w:t>ccounting</w:t>
      </w:r>
      <w:r w:rsidRPr="00EB20C6">
        <w:rPr>
          <w:sz w:val="20"/>
          <w:szCs w:val="20"/>
        </w:rPr>
        <w:t xml:space="preserve"> </w:t>
      </w:r>
      <w:r w:rsidR="0023771E" w:rsidRPr="00EB20C6">
        <w:rPr>
          <w:sz w:val="20"/>
          <w:szCs w:val="20"/>
        </w:rPr>
        <w:t xml:space="preserve">&amp; </w:t>
      </w:r>
      <w:r w:rsidR="00C02C9C" w:rsidRPr="00EB20C6">
        <w:rPr>
          <w:sz w:val="20"/>
          <w:szCs w:val="20"/>
        </w:rPr>
        <w:t>Finance dari  2000 s/d 2004</w:t>
      </w:r>
    </w:p>
    <w:p w:rsidR="00806F49" w:rsidRPr="00EB20C6" w:rsidRDefault="00C07E0D" w:rsidP="00372282">
      <w:pPr>
        <w:pStyle w:val="ListParagraph"/>
        <w:numPr>
          <w:ilvl w:val="0"/>
          <w:numId w:val="5"/>
        </w:numPr>
        <w:spacing w:line="300" w:lineRule="auto"/>
        <w:ind w:left="1080"/>
        <w:jc w:val="left"/>
        <w:rPr>
          <w:sz w:val="20"/>
          <w:szCs w:val="20"/>
        </w:rPr>
      </w:pPr>
      <w:r w:rsidRPr="00EB20C6">
        <w:rPr>
          <w:sz w:val="20"/>
          <w:szCs w:val="20"/>
        </w:rPr>
        <w:t xml:space="preserve">PT.Bank </w:t>
      </w:r>
      <w:r w:rsidR="00806F49" w:rsidRPr="00EB20C6">
        <w:rPr>
          <w:sz w:val="20"/>
          <w:szCs w:val="20"/>
        </w:rPr>
        <w:t>P</w:t>
      </w:r>
      <w:r w:rsidRPr="00EB20C6">
        <w:rPr>
          <w:sz w:val="20"/>
          <w:szCs w:val="20"/>
        </w:rPr>
        <w:t xml:space="preserve">erkreditan </w:t>
      </w:r>
      <w:r w:rsidR="00806F49" w:rsidRPr="00EB20C6">
        <w:rPr>
          <w:sz w:val="20"/>
          <w:szCs w:val="20"/>
        </w:rPr>
        <w:t>R</w:t>
      </w:r>
      <w:r w:rsidRPr="00EB20C6">
        <w:rPr>
          <w:sz w:val="20"/>
          <w:szCs w:val="20"/>
        </w:rPr>
        <w:t>akyat (BPR)</w:t>
      </w:r>
      <w:r w:rsidR="00806F49" w:rsidRPr="00EB20C6">
        <w:rPr>
          <w:sz w:val="20"/>
          <w:szCs w:val="20"/>
        </w:rPr>
        <w:t xml:space="preserve"> Rifi Maligi Sebagai </w:t>
      </w:r>
      <w:r w:rsidR="00791347" w:rsidRPr="00EB20C6">
        <w:rPr>
          <w:sz w:val="20"/>
          <w:szCs w:val="20"/>
        </w:rPr>
        <w:t>Staff Accounting dari</w:t>
      </w:r>
      <w:r w:rsidR="00806F49" w:rsidRPr="00EB20C6">
        <w:rPr>
          <w:sz w:val="20"/>
          <w:szCs w:val="20"/>
        </w:rPr>
        <w:t xml:space="preserve"> 200</w:t>
      </w:r>
      <w:r w:rsidR="0020003A" w:rsidRPr="00EB20C6">
        <w:rPr>
          <w:sz w:val="20"/>
          <w:szCs w:val="20"/>
        </w:rPr>
        <w:t>6</w:t>
      </w:r>
      <w:r w:rsidR="00413FE9" w:rsidRPr="00EB20C6">
        <w:rPr>
          <w:sz w:val="20"/>
          <w:szCs w:val="20"/>
        </w:rPr>
        <w:t xml:space="preserve"> s/d  Maret 2009</w:t>
      </w:r>
    </w:p>
    <w:p w:rsidR="00E05A80" w:rsidRPr="00DC0FF7" w:rsidRDefault="00E05A80" w:rsidP="00372282">
      <w:pPr>
        <w:pStyle w:val="ListParagraph"/>
        <w:numPr>
          <w:ilvl w:val="0"/>
          <w:numId w:val="5"/>
        </w:numPr>
        <w:spacing w:line="300" w:lineRule="auto"/>
        <w:ind w:left="1080"/>
        <w:jc w:val="left"/>
        <w:rPr>
          <w:sz w:val="20"/>
          <w:szCs w:val="20"/>
        </w:rPr>
      </w:pPr>
      <w:r>
        <w:rPr>
          <w:sz w:val="20"/>
          <w:szCs w:val="20"/>
        </w:rPr>
        <w:t>PT.</w:t>
      </w:r>
      <w:r w:rsidR="00A762C7">
        <w:rPr>
          <w:sz w:val="20"/>
          <w:szCs w:val="20"/>
        </w:rPr>
        <w:t xml:space="preserve">Putra Dharma Harmoteknik </w:t>
      </w:r>
      <w:r w:rsidR="007F3206">
        <w:rPr>
          <w:sz w:val="20"/>
          <w:szCs w:val="20"/>
          <w:lang w:val="id-ID"/>
        </w:rPr>
        <w:t xml:space="preserve"> Kontraktor</w:t>
      </w:r>
      <w:r w:rsidR="00A762C7">
        <w:rPr>
          <w:sz w:val="20"/>
          <w:szCs w:val="20"/>
        </w:rPr>
        <w:t xml:space="preserve"> </w:t>
      </w:r>
      <w:r>
        <w:rPr>
          <w:sz w:val="20"/>
          <w:szCs w:val="20"/>
        </w:rPr>
        <w:t>sebagai</w:t>
      </w:r>
      <w:r w:rsidR="00A373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762C7">
        <w:rPr>
          <w:sz w:val="20"/>
          <w:szCs w:val="20"/>
        </w:rPr>
        <w:t xml:space="preserve">Ass.Manager </w:t>
      </w:r>
      <w:r>
        <w:rPr>
          <w:sz w:val="20"/>
          <w:szCs w:val="20"/>
        </w:rPr>
        <w:t>Finance &amp; Accounting</w:t>
      </w:r>
      <w:r w:rsidR="00D41EA0">
        <w:rPr>
          <w:sz w:val="20"/>
          <w:szCs w:val="20"/>
        </w:rPr>
        <w:t xml:space="preserve"> </w:t>
      </w:r>
      <w:r w:rsidR="003A60E9">
        <w:rPr>
          <w:sz w:val="20"/>
          <w:szCs w:val="20"/>
        </w:rPr>
        <w:t xml:space="preserve"> </w:t>
      </w:r>
      <w:r w:rsidR="00356D6D">
        <w:rPr>
          <w:sz w:val="20"/>
          <w:szCs w:val="20"/>
        </w:rPr>
        <w:t xml:space="preserve">terhitung </w:t>
      </w:r>
      <w:r w:rsidR="00A64DB6">
        <w:rPr>
          <w:sz w:val="20"/>
          <w:szCs w:val="20"/>
        </w:rPr>
        <w:t>dari</w:t>
      </w:r>
      <w:r w:rsidR="00D41EA0">
        <w:rPr>
          <w:sz w:val="20"/>
          <w:szCs w:val="20"/>
        </w:rPr>
        <w:t xml:space="preserve"> 2009</w:t>
      </w:r>
      <w:r w:rsidR="00DC0FF7">
        <w:rPr>
          <w:sz w:val="20"/>
          <w:szCs w:val="20"/>
        </w:rPr>
        <w:t xml:space="preserve"> sampai dengan </w:t>
      </w:r>
      <w:r w:rsidR="00D41EA0">
        <w:rPr>
          <w:sz w:val="20"/>
          <w:szCs w:val="20"/>
          <w:lang w:val="id-ID"/>
        </w:rPr>
        <w:t>201</w:t>
      </w:r>
      <w:r w:rsidR="00BC16F8">
        <w:rPr>
          <w:sz w:val="20"/>
          <w:szCs w:val="20"/>
        </w:rPr>
        <w:t>2</w:t>
      </w:r>
      <w:r w:rsidR="00DC0FF7">
        <w:rPr>
          <w:sz w:val="20"/>
          <w:szCs w:val="20"/>
          <w:lang w:val="id-ID"/>
        </w:rPr>
        <w:t>.</w:t>
      </w:r>
    </w:p>
    <w:p w:rsidR="00DC0FF7" w:rsidRPr="00EB20C6" w:rsidRDefault="00DC0FF7" w:rsidP="00372282">
      <w:pPr>
        <w:pStyle w:val="ListParagraph"/>
        <w:numPr>
          <w:ilvl w:val="0"/>
          <w:numId w:val="5"/>
        </w:numPr>
        <w:spacing w:line="300" w:lineRule="auto"/>
        <w:ind w:left="1080"/>
        <w:jc w:val="left"/>
        <w:rPr>
          <w:sz w:val="20"/>
          <w:szCs w:val="20"/>
        </w:rPr>
      </w:pPr>
      <w:r>
        <w:rPr>
          <w:sz w:val="20"/>
          <w:szCs w:val="20"/>
          <w:lang w:val="id-ID"/>
        </w:rPr>
        <w:t xml:space="preserve">PT.Surya Trans Perkasa (Makin Group /Matahari Kahuripan Indonesia) </w:t>
      </w:r>
      <w:r w:rsidR="00A762C7">
        <w:rPr>
          <w:sz w:val="20"/>
          <w:szCs w:val="20"/>
        </w:rPr>
        <w:t>bergerak dalam pengangkutan</w:t>
      </w:r>
      <w:r w:rsidR="004611EB">
        <w:rPr>
          <w:sz w:val="20"/>
          <w:szCs w:val="20"/>
          <w:lang w:val="id-ID"/>
        </w:rPr>
        <w:t xml:space="preserve"> Kelapa Sawit atau </w:t>
      </w:r>
      <w:r w:rsidR="00A762C7">
        <w:rPr>
          <w:sz w:val="20"/>
          <w:szCs w:val="20"/>
        </w:rPr>
        <w:t xml:space="preserve"> CPO dan penyewaan alat berat </w:t>
      </w:r>
      <w:r>
        <w:rPr>
          <w:sz w:val="20"/>
          <w:szCs w:val="20"/>
          <w:lang w:val="id-ID"/>
        </w:rPr>
        <w:t xml:space="preserve">sebagai </w:t>
      </w:r>
      <w:r w:rsidR="00D41EA0">
        <w:rPr>
          <w:sz w:val="20"/>
          <w:szCs w:val="20"/>
        </w:rPr>
        <w:t xml:space="preserve"> </w:t>
      </w:r>
      <w:r w:rsidR="002A4253">
        <w:rPr>
          <w:sz w:val="20"/>
          <w:szCs w:val="20"/>
          <w:lang w:val="id-ID"/>
        </w:rPr>
        <w:t>Senior</w:t>
      </w:r>
      <w:r w:rsidR="00A762C7">
        <w:rPr>
          <w:sz w:val="20"/>
          <w:szCs w:val="20"/>
        </w:rPr>
        <w:t xml:space="preserve"> Supervisor</w:t>
      </w:r>
      <w:r w:rsidR="002A4253">
        <w:rPr>
          <w:sz w:val="20"/>
          <w:szCs w:val="20"/>
          <w:lang w:val="id-ID"/>
        </w:rPr>
        <w:t xml:space="preserve"> Accounting</w:t>
      </w:r>
      <w:r>
        <w:rPr>
          <w:sz w:val="20"/>
          <w:szCs w:val="20"/>
          <w:lang w:val="id-ID"/>
        </w:rPr>
        <w:t xml:space="preserve"> </w:t>
      </w:r>
      <w:r w:rsidR="00BC16F8">
        <w:rPr>
          <w:sz w:val="20"/>
          <w:szCs w:val="20"/>
          <w:lang w:val="id-ID"/>
        </w:rPr>
        <w:t xml:space="preserve"> dari 201</w:t>
      </w:r>
      <w:r w:rsidR="00BC16F8">
        <w:rPr>
          <w:sz w:val="20"/>
          <w:szCs w:val="20"/>
        </w:rPr>
        <w:t>2</w:t>
      </w:r>
      <w:r>
        <w:rPr>
          <w:sz w:val="20"/>
          <w:szCs w:val="20"/>
          <w:lang w:val="id-ID"/>
        </w:rPr>
        <w:t xml:space="preserve"> sampai dengan sa’at ini.</w:t>
      </w:r>
    </w:p>
    <w:p w:rsidR="007062F4" w:rsidRDefault="00132B22" w:rsidP="00372282">
      <w:pPr>
        <w:spacing w:line="300" w:lineRule="auto"/>
        <w:ind w:left="0" w:firstLine="0"/>
        <w:jc w:val="left"/>
        <w:rPr>
          <w:b/>
          <w:sz w:val="20"/>
          <w:szCs w:val="20"/>
        </w:rPr>
      </w:pPr>
      <w:r w:rsidRPr="00EB20C6">
        <w:rPr>
          <w:sz w:val="20"/>
          <w:szCs w:val="20"/>
        </w:rPr>
        <w:t xml:space="preserve">                        </w:t>
      </w:r>
      <w:r>
        <w:rPr>
          <w:b/>
          <w:sz w:val="20"/>
          <w:szCs w:val="20"/>
        </w:rPr>
        <w:t xml:space="preserve">       </w:t>
      </w:r>
    </w:p>
    <w:p w:rsidR="00876180" w:rsidRPr="007062F4" w:rsidRDefault="00413FE9" w:rsidP="007062F4">
      <w:pPr>
        <w:pStyle w:val="ListParagraph"/>
        <w:spacing w:line="300" w:lineRule="auto"/>
        <w:jc w:val="left"/>
        <w:rPr>
          <w:b/>
          <w:sz w:val="20"/>
          <w:szCs w:val="20"/>
        </w:rPr>
      </w:pPr>
      <w:r w:rsidRPr="007062F4">
        <w:rPr>
          <w:b/>
          <w:sz w:val="20"/>
          <w:szCs w:val="20"/>
        </w:rPr>
        <w:t xml:space="preserve">  </w:t>
      </w:r>
    </w:p>
    <w:p w:rsidR="00524B92" w:rsidRDefault="00876180" w:rsidP="00ED38D8">
      <w:pPr>
        <w:pStyle w:val="ListParagraph"/>
        <w:spacing w:line="300" w:lineRule="auto"/>
        <w:ind w:left="0" w:firstLine="295"/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</w:p>
    <w:p w:rsidR="00BC73C5" w:rsidRPr="00186E66" w:rsidRDefault="00350ED6" w:rsidP="007C16D5">
      <w:pPr>
        <w:pStyle w:val="ListParagraph"/>
        <w:spacing w:line="300" w:lineRule="auto"/>
        <w:ind w:left="0" w:firstLine="295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3244A6"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1E7042" w:rsidRDefault="001E7042" w:rsidP="00783E6F">
      <w:pPr>
        <w:spacing w:line="300" w:lineRule="auto"/>
        <w:ind w:left="0" w:firstLine="0"/>
        <w:jc w:val="left"/>
        <w:rPr>
          <w:b/>
          <w:sz w:val="23"/>
          <w:szCs w:val="23"/>
        </w:rPr>
      </w:pPr>
    </w:p>
    <w:p w:rsidR="00BC73C5" w:rsidRPr="00BC73C5" w:rsidRDefault="00BC73C5" w:rsidP="00BC73C5">
      <w:pPr>
        <w:rPr>
          <w:sz w:val="23"/>
          <w:szCs w:val="23"/>
        </w:rPr>
      </w:pPr>
    </w:p>
    <w:p w:rsidR="00624AF9" w:rsidRDefault="00186E66" w:rsidP="00186E66">
      <w:pPr>
        <w:tabs>
          <w:tab w:val="left" w:pos="6390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624AF9" w:rsidRDefault="00624AF9" w:rsidP="00624AF9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Pr="001E7042" w:rsidRDefault="001E7042" w:rsidP="001E7042">
      <w:pPr>
        <w:rPr>
          <w:sz w:val="23"/>
          <w:szCs w:val="23"/>
        </w:rPr>
      </w:pPr>
    </w:p>
    <w:p w:rsidR="001E7042" w:rsidRDefault="001E7042" w:rsidP="001E7042">
      <w:pPr>
        <w:rPr>
          <w:sz w:val="23"/>
          <w:szCs w:val="23"/>
        </w:rPr>
      </w:pPr>
    </w:p>
    <w:p w:rsidR="00BC73C5" w:rsidRDefault="00BC73C5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Default="00883EAA" w:rsidP="001E7042">
      <w:pPr>
        <w:rPr>
          <w:sz w:val="23"/>
          <w:szCs w:val="23"/>
        </w:rPr>
      </w:pPr>
    </w:p>
    <w:p w:rsidR="00883EAA" w:rsidRPr="001E7042" w:rsidRDefault="00883EAA" w:rsidP="001E7042">
      <w:pPr>
        <w:rPr>
          <w:sz w:val="23"/>
          <w:szCs w:val="23"/>
        </w:rPr>
      </w:pPr>
    </w:p>
    <w:sectPr w:rsidR="00883EAA" w:rsidRPr="001E7042" w:rsidSect="00446F1C">
      <w:pgSz w:w="11907" w:h="16839" w:code="9"/>
      <w:pgMar w:top="1152" w:right="115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2D27358"/>
    <w:lvl w:ilvl="0" w:tplc="0409000F">
      <w:start w:val="1"/>
      <w:numFmt w:val="decimal"/>
      <w:lvlText w:val="%1."/>
      <w:lvlJc w:val="lef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">
    <w:nsid w:val="00000002"/>
    <w:multiLevelType w:val="hybridMultilevel"/>
    <w:tmpl w:val="486A573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0000003"/>
    <w:multiLevelType w:val="hybridMultilevel"/>
    <w:tmpl w:val="B7C6978A"/>
    <w:lvl w:ilvl="0" w:tplc="0409000F">
      <w:start w:val="1"/>
      <w:numFmt w:val="decimal"/>
      <w:lvlText w:val="%1."/>
      <w:lvlJc w:val="left"/>
      <w:pPr>
        <w:ind w:left="1015" w:hanging="360"/>
      </w:pPr>
    </w:lvl>
    <w:lvl w:ilvl="1" w:tplc="04090019">
      <w:start w:val="1"/>
      <w:numFmt w:val="lowerLetter"/>
      <w:lvlText w:val="%2."/>
      <w:lvlJc w:val="left"/>
      <w:pPr>
        <w:ind w:left="1735" w:hanging="360"/>
      </w:pPr>
    </w:lvl>
    <w:lvl w:ilvl="2" w:tplc="0409001B">
      <w:start w:val="1"/>
      <w:numFmt w:val="lowerRoman"/>
      <w:lvlText w:val="%3."/>
      <w:lvlJc w:val="right"/>
      <w:pPr>
        <w:ind w:left="2455" w:hanging="180"/>
      </w:pPr>
    </w:lvl>
    <w:lvl w:ilvl="3" w:tplc="0409000F">
      <w:start w:val="1"/>
      <w:numFmt w:val="decimal"/>
      <w:lvlText w:val="%4."/>
      <w:lvlJc w:val="left"/>
      <w:pPr>
        <w:ind w:left="3175" w:hanging="360"/>
      </w:pPr>
    </w:lvl>
    <w:lvl w:ilvl="4" w:tplc="04090019">
      <w:start w:val="1"/>
      <w:numFmt w:val="lowerLetter"/>
      <w:lvlText w:val="%5."/>
      <w:lvlJc w:val="left"/>
      <w:pPr>
        <w:ind w:left="3895" w:hanging="360"/>
      </w:pPr>
    </w:lvl>
    <w:lvl w:ilvl="5" w:tplc="0409001B">
      <w:start w:val="1"/>
      <w:numFmt w:val="lowerRoman"/>
      <w:lvlText w:val="%6."/>
      <w:lvlJc w:val="right"/>
      <w:pPr>
        <w:ind w:left="4615" w:hanging="180"/>
      </w:pPr>
    </w:lvl>
    <w:lvl w:ilvl="6" w:tplc="0409000F">
      <w:start w:val="1"/>
      <w:numFmt w:val="decimal"/>
      <w:lvlText w:val="%7."/>
      <w:lvlJc w:val="left"/>
      <w:pPr>
        <w:ind w:left="5335" w:hanging="360"/>
      </w:pPr>
    </w:lvl>
    <w:lvl w:ilvl="7" w:tplc="04090019">
      <w:start w:val="1"/>
      <w:numFmt w:val="lowerLetter"/>
      <w:lvlText w:val="%8."/>
      <w:lvlJc w:val="left"/>
      <w:pPr>
        <w:ind w:left="6055" w:hanging="360"/>
      </w:pPr>
    </w:lvl>
    <w:lvl w:ilvl="8" w:tplc="0409001B">
      <w:start w:val="1"/>
      <w:numFmt w:val="lowerRoman"/>
      <w:lvlText w:val="%9."/>
      <w:lvlJc w:val="right"/>
      <w:pPr>
        <w:ind w:left="6775" w:hanging="180"/>
      </w:pPr>
    </w:lvl>
  </w:abstractNum>
  <w:abstractNum w:abstractNumId="3">
    <w:nsid w:val="00000004"/>
    <w:multiLevelType w:val="hybridMultilevel"/>
    <w:tmpl w:val="799CF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0000005"/>
    <w:multiLevelType w:val="hybridMultilevel"/>
    <w:tmpl w:val="E33AD4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044AFF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hybridMultilevel"/>
    <w:tmpl w:val="E5F6C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BB009C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D9FC51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000000A"/>
    <w:multiLevelType w:val="hybridMultilevel"/>
    <w:tmpl w:val="C982F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00000B"/>
    <w:multiLevelType w:val="multilevel"/>
    <w:tmpl w:val="C8AC0642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</w:lvl>
    <w:lvl w:ilvl="1">
      <w:start w:val="1"/>
      <w:numFmt w:val="decimal"/>
      <w:lvlText w:val="%2."/>
      <w:lvlJc w:val="left"/>
      <w:pPr>
        <w:tabs>
          <w:tab w:val="num" w:pos="4500"/>
        </w:tabs>
        <w:ind w:left="4500" w:hanging="360"/>
      </w:pPr>
    </w:lvl>
    <w:lvl w:ilvl="2">
      <w:start w:val="1"/>
      <w:numFmt w:val="decimal"/>
      <w:lvlText w:val="%3."/>
      <w:lvlJc w:val="left"/>
      <w:pPr>
        <w:tabs>
          <w:tab w:val="num" w:pos="5220"/>
        </w:tabs>
        <w:ind w:left="5220" w:hanging="360"/>
      </w:pPr>
    </w:lvl>
    <w:lvl w:ilvl="3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>
      <w:start w:val="1"/>
      <w:numFmt w:val="decimal"/>
      <w:lvlText w:val="%5."/>
      <w:lvlJc w:val="left"/>
      <w:pPr>
        <w:tabs>
          <w:tab w:val="num" w:pos="6660"/>
        </w:tabs>
        <w:ind w:left="6660" w:hanging="360"/>
      </w:pPr>
    </w:lvl>
    <w:lvl w:ilvl="5">
      <w:start w:val="1"/>
      <w:numFmt w:val="decimal"/>
      <w:lvlText w:val="%6."/>
      <w:lvlJc w:val="left"/>
      <w:pPr>
        <w:tabs>
          <w:tab w:val="num" w:pos="7380"/>
        </w:tabs>
        <w:ind w:left="7380" w:hanging="360"/>
      </w:pPr>
    </w:lvl>
    <w:lvl w:ilvl="6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>
      <w:start w:val="1"/>
      <w:numFmt w:val="decimal"/>
      <w:lvlText w:val="%8."/>
      <w:lvlJc w:val="left"/>
      <w:pPr>
        <w:tabs>
          <w:tab w:val="num" w:pos="8820"/>
        </w:tabs>
        <w:ind w:left="8820" w:hanging="360"/>
      </w:pPr>
    </w:lvl>
    <w:lvl w:ilvl="8">
      <w:start w:val="1"/>
      <w:numFmt w:val="decimal"/>
      <w:lvlText w:val="%9."/>
      <w:lvlJc w:val="left"/>
      <w:pPr>
        <w:tabs>
          <w:tab w:val="num" w:pos="9540"/>
        </w:tabs>
        <w:ind w:left="9540" w:hanging="360"/>
      </w:pPr>
    </w:lvl>
  </w:abstractNum>
  <w:abstractNum w:abstractNumId="11">
    <w:nsid w:val="0000000C"/>
    <w:multiLevelType w:val="hybridMultilevel"/>
    <w:tmpl w:val="12D27358"/>
    <w:lvl w:ilvl="0" w:tplc="0409000F">
      <w:start w:val="1"/>
      <w:numFmt w:val="decimal"/>
      <w:lvlText w:val="%1."/>
      <w:lvlJc w:val="lef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2">
    <w:nsid w:val="0000000D"/>
    <w:multiLevelType w:val="hybridMultilevel"/>
    <w:tmpl w:val="794A730E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>
      <w:start w:val="1"/>
      <w:numFmt w:val="lowerRoman"/>
      <w:lvlText w:val="%6."/>
      <w:lvlJc w:val="right"/>
      <w:pPr>
        <w:ind w:left="5040" w:hanging="180"/>
      </w:pPr>
    </w:lvl>
    <w:lvl w:ilvl="6" w:tplc="0421000F">
      <w:start w:val="1"/>
      <w:numFmt w:val="decimal"/>
      <w:lvlText w:val="%7."/>
      <w:lvlJc w:val="left"/>
      <w:pPr>
        <w:ind w:left="5760" w:hanging="360"/>
      </w:pPr>
    </w:lvl>
    <w:lvl w:ilvl="7" w:tplc="04210019">
      <w:start w:val="1"/>
      <w:numFmt w:val="lowerLetter"/>
      <w:lvlText w:val="%8."/>
      <w:lvlJc w:val="left"/>
      <w:pPr>
        <w:ind w:left="6480" w:hanging="360"/>
      </w:pPr>
    </w:lvl>
    <w:lvl w:ilvl="8" w:tplc="0421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000000E"/>
    <w:multiLevelType w:val="hybridMultilevel"/>
    <w:tmpl w:val="E28CBBFA"/>
    <w:lvl w:ilvl="0" w:tplc="04090001">
      <w:start w:val="1"/>
      <w:numFmt w:val="bullet"/>
      <w:lvlText w:val=""/>
      <w:lvlJc w:val="left"/>
      <w:pPr>
        <w:ind w:left="25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9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28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29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30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3096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EEF258D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3"/>
  </w:num>
  <w:num w:numId="5">
    <w:abstractNumId w:val="1"/>
  </w:num>
  <w:num w:numId="6">
    <w:abstractNumId w:val="14"/>
  </w:num>
  <w:num w:numId="7">
    <w:abstractNumId w:val="12"/>
  </w:num>
  <w:num w:numId="8">
    <w:abstractNumId w:val="5"/>
  </w:num>
  <w:num w:numId="9">
    <w:abstractNumId w:val="4"/>
  </w:num>
  <w:num w:numId="10">
    <w:abstractNumId w:val="6"/>
  </w:num>
  <w:num w:numId="11">
    <w:abstractNumId w:val="9"/>
  </w:num>
  <w:num w:numId="12">
    <w:abstractNumId w:val="10"/>
  </w:num>
  <w:num w:numId="13">
    <w:abstractNumId w:val="11"/>
  </w:num>
  <w:num w:numId="14">
    <w:abstractNumId w:val="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oNotShadeFormData/>
  <w:characterSpacingControl w:val="doNotCompress"/>
  <w:doNotValidateAgainstSchema/>
  <w:doNotDemarcateInvalidXml/>
  <w:compat/>
  <w:rsids>
    <w:rsidRoot w:val="00172A27"/>
    <w:rsid w:val="00004061"/>
    <w:rsid w:val="000041DC"/>
    <w:rsid w:val="000045CD"/>
    <w:rsid w:val="00007ADB"/>
    <w:rsid w:val="00015192"/>
    <w:rsid w:val="00021E1A"/>
    <w:rsid w:val="000251CE"/>
    <w:rsid w:val="00025384"/>
    <w:rsid w:val="00027D9B"/>
    <w:rsid w:val="0003190D"/>
    <w:rsid w:val="00040F44"/>
    <w:rsid w:val="00042FD1"/>
    <w:rsid w:val="00046CDA"/>
    <w:rsid w:val="000503D7"/>
    <w:rsid w:val="00055493"/>
    <w:rsid w:val="0005671A"/>
    <w:rsid w:val="00061D4E"/>
    <w:rsid w:val="000672C4"/>
    <w:rsid w:val="00075E30"/>
    <w:rsid w:val="0008285E"/>
    <w:rsid w:val="00086902"/>
    <w:rsid w:val="000935AD"/>
    <w:rsid w:val="000948ED"/>
    <w:rsid w:val="000A4D6B"/>
    <w:rsid w:val="000A6C9A"/>
    <w:rsid w:val="000B4A26"/>
    <w:rsid w:val="000B759D"/>
    <w:rsid w:val="000C35F5"/>
    <w:rsid w:val="000C4DCB"/>
    <w:rsid w:val="000D0A43"/>
    <w:rsid w:val="000D0AC1"/>
    <w:rsid w:val="000D18C5"/>
    <w:rsid w:val="000D7C6B"/>
    <w:rsid w:val="000F3309"/>
    <w:rsid w:val="000F550E"/>
    <w:rsid w:val="000F5F57"/>
    <w:rsid w:val="001012F9"/>
    <w:rsid w:val="00102E08"/>
    <w:rsid w:val="00103A9F"/>
    <w:rsid w:val="0011143A"/>
    <w:rsid w:val="00111827"/>
    <w:rsid w:val="00111B1F"/>
    <w:rsid w:val="001156CE"/>
    <w:rsid w:val="001156FE"/>
    <w:rsid w:val="001174DC"/>
    <w:rsid w:val="001275F0"/>
    <w:rsid w:val="00132B22"/>
    <w:rsid w:val="00135F52"/>
    <w:rsid w:val="00150F42"/>
    <w:rsid w:val="001614BE"/>
    <w:rsid w:val="0017095B"/>
    <w:rsid w:val="001729EF"/>
    <w:rsid w:val="00172A27"/>
    <w:rsid w:val="00186E66"/>
    <w:rsid w:val="00190557"/>
    <w:rsid w:val="0019364D"/>
    <w:rsid w:val="00195AD7"/>
    <w:rsid w:val="001A53FC"/>
    <w:rsid w:val="001C687F"/>
    <w:rsid w:val="001D58ED"/>
    <w:rsid w:val="001D6EDA"/>
    <w:rsid w:val="001E0986"/>
    <w:rsid w:val="001E4E99"/>
    <w:rsid w:val="001E7042"/>
    <w:rsid w:val="001F1B61"/>
    <w:rsid w:val="0020003A"/>
    <w:rsid w:val="00204BD7"/>
    <w:rsid w:val="00205895"/>
    <w:rsid w:val="00220659"/>
    <w:rsid w:val="00223981"/>
    <w:rsid w:val="00227BD6"/>
    <w:rsid w:val="002308FB"/>
    <w:rsid w:val="00230CFB"/>
    <w:rsid w:val="00235CE1"/>
    <w:rsid w:val="00235CE6"/>
    <w:rsid w:val="00236A2D"/>
    <w:rsid w:val="0023771E"/>
    <w:rsid w:val="00244017"/>
    <w:rsid w:val="0026267E"/>
    <w:rsid w:val="00265361"/>
    <w:rsid w:val="00265889"/>
    <w:rsid w:val="002676F8"/>
    <w:rsid w:val="002700E5"/>
    <w:rsid w:val="00270145"/>
    <w:rsid w:val="00271098"/>
    <w:rsid w:val="002734BD"/>
    <w:rsid w:val="00273BB8"/>
    <w:rsid w:val="00274A9A"/>
    <w:rsid w:val="002820EB"/>
    <w:rsid w:val="00290EC8"/>
    <w:rsid w:val="00295A43"/>
    <w:rsid w:val="002976FF"/>
    <w:rsid w:val="002A4253"/>
    <w:rsid w:val="002A4F3F"/>
    <w:rsid w:val="002B6397"/>
    <w:rsid w:val="002B671F"/>
    <w:rsid w:val="002C06CE"/>
    <w:rsid w:val="002C40C9"/>
    <w:rsid w:val="002D4534"/>
    <w:rsid w:val="002E2776"/>
    <w:rsid w:val="003126EE"/>
    <w:rsid w:val="003244A6"/>
    <w:rsid w:val="00325426"/>
    <w:rsid w:val="003257C6"/>
    <w:rsid w:val="00332EC8"/>
    <w:rsid w:val="00333822"/>
    <w:rsid w:val="00334E06"/>
    <w:rsid w:val="00343A55"/>
    <w:rsid w:val="00350ED6"/>
    <w:rsid w:val="00356D6D"/>
    <w:rsid w:val="00370B73"/>
    <w:rsid w:val="00372282"/>
    <w:rsid w:val="00375AA8"/>
    <w:rsid w:val="00381D85"/>
    <w:rsid w:val="00391E92"/>
    <w:rsid w:val="00395572"/>
    <w:rsid w:val="00396236"/>
    <w:rsid w:val="003A2A87"/>
    <w:rsid w:val="003A43FC"/>
    <w:rsid w:val="003A60E9"/>
    <w:rsid w:val="003B45F3"/>
    <w:rsid w:val="003B6E51"/>
    <w:rsid w:val="003C424D"/>
    <w:rsid w:val="003E5A3F"/>
    <w:rsid w:val="003F12B4"/>
    <w:rsid w:val="003F6C7D"/>
    <w:rsid w:val="00404F07"/>
    <w:rsid w:val="00413FE9"/>
    <w:rsid w:val="00426D2A"/>
    <w:rsid w:val="0043033C"/>
    <w:rsid w:val="00434CD2"/>
    <w:rsid w:val="00435FC3"/>
    <w:rsid w:val="00437009"/>
    <w:rsid w:val="00442EA2"/>
    <w:rsid w:val="00446F1C"/>
    <w:rsid w:val="004611EB"/>
    <w:rsid w:val="004711EE"/>
    <w:rsid w:val="0047217C"/>
    <w:rsid w:val="00487ADD"/>
    <w:rsid w:val="0049340B"/>
    <w:rsid w:val="004A0E62"/>
    <w:rsid w:val="004A6889"/>
    <w:rsid w:val="004B0D28"/>
    <w:rsid w:val="004B3AAD"/>
    <w:rsid w:val="004B549D"/>
    <w:rsid w:val="004C252B"/>
    <w:rsid w:val="004C303E"/>
    <w:rsid w:val="004C4C53"/>
    <w:rsid w:val="004D741F"/>
    <w:rsid w:val="004E4F0B"/>
    <w:rsid w:val="004F221B"/>
    <w:rsid w:val="005010BE"/>
    <w:rsid w:val="00501522"/>
    <w:rsid w:val="00501FCB"/>
    <w:rsid w:val="00502E09"/>
    <w:rsid w:val="0050601D"/>
    <w:rsid w:val="00510CE6"/>
    <w:rsid w:val="00515044"/>
    <w:rsid w:val="00517B82"/>
    <w:rsid w:val="005236F1"/>
    <w:rsid w:val="00524B92"/>
    <w:rsid w:val="00530563"/>
    <w:rsid w:val="0053567C"/>
    <w:rsid w:val="0053747A"/>
    <w:rsid w:val="005538EE"/>
    <w:rsid w:val="005579B6"/>
    <w:rsid w:val="005625DD"/>
    <w:rsid w:val="0057086E"/>
    <w:rsid w:val="005744E8"/>
    <w:rsid w:val="0058163B"/>
    <w:rsid w:val="00586747"/>
    <w:rsid w:val="00590BB3"/>
    <w:rsid w:val="005A02EF"/>
    <w:rsid w:val="005A574A"/>
    <w:rsid w:val="005A7A04"/>
    <w:rsid w:val="005B0307"/>
    <w:rsid w:val="005B2F7C"/>
    <w:rsid w:val="005B36E1"/>
    <w:rsid w:val="005B783F"/>
    <w:rsid w:val="005D52CD"/>
    <w:rsid w:val="005D715F"/>
    <w:rsid w:val="005E26C1"/>
    <w:rsid w:val="005E283E"/>
    <w:rsid w:val="005E64BA"/>
    <w:rsid w:val="005E690D"/>
    <w:rsid w:val="0060358E"/>
    <w:rsid w:val="00605612"/>
    <w:rsid w:val="006109B3"/>
    <w:rsid w:val="0061318B"/>
    <w:rsid w:val="006206A0"/>
    <w:rsid w:val="00620D9B"/>
    <w:rsid w:val="00621824"/>
    <w:rsid w:val="006227C6"/>
    <w:rsid w:val="006229F2"/>
    <w:rsid w:val="00624AF9"/>
    <w:rsid w:val="00640F1F"/>
    <w:rsid w:val="00647FF5"/>
    <w:rsid w:val="00660D8C"/>
    <w:rsid w:val="00663688"/>
    <w:rsid w:val="00666D1C"/>
    <w:rsid w:val="00696C89"/>
    <w:rsid w:val="006A2221"/>
    <w:rsid w:val="006A2399"/>
    <w:rsid w:val="006B208C"/>
    <w:rsid w:val="006B2163"/>
    <w:rsid w:val="006B7E55"/>
    <w:rsid w:val="006C5675"/>
    <w:rsid w:val="006C607A"/>
    <w:rsid w:val="006D12D5"/>
    <w:rsid w:val="006D1C16"/>
    <w:rsid w:val="006D3A54"/>
    <w:rsid w:val="006D71C1"/>
    <w:rsid w:val="006E40E3"/>
    <w:rsid w:val="006F27FE"/>
    <w:rsid w:val="00701E06"/>
    <w:rsid w:val="007062F4"/>
    <w:rsid w:val="0071176A"/>
    <w:rsid w:val="00712715"/>
    <w:rsid w:val="00714C03"/>
    <w:rsid w:val="00732E46"/>
    <w:rsid w:val="007446F5"/>
    <w:rsid w:val="007455C1"/>
    <w:rsid w:val="00754388"/>
    <w:rsid w:val="007572D8"/>
    <w:rsid w:val="0076149F"/>
    <w:rsid w:val="0076440F"/>
    <w:rsid w:val="007835F1"/>
    <w:rsid w:val="00783E6F"/>
    <w:rsid w:val="00786D7B"/>
    <w:rsid w:val="00790CA5"/>
    <w:rsid w:val="00791347"/>
    <w:rsid w:val="007917F3"/>
    <w:rsid w:val="007A3EE6"/>
    <w:rsid w:val="007A5341"/>
    <w:rsid w:val="007B34C9"/>
    <w:rsid w:val="007B5362"/>
    <w:rsid w:val="007B55E6"/>
    <w:rsid w:val="007B7B4F"/>
    <w:rsid w:val="007C16D5"/>
    <w:rsid w:val="007C4771"/>
    <w:rsid w:val="007C4F4E"/>
    <w:rsid w:val="007D6F3F"/>
    <w:rsid w:val="007E2576"/>
    <w:rsid w:val="007E434C"/>
    <w:rsid w:val="007F200E"/>
    <w:rsid w:val="007F3206"/>
    <w:rsid w:val="007F6387"/>
    <w:rsid w:val="00806F49"/>
    <w:rsid w:val="00811307"/>
    <w:rsid w:val="008155D1"/>
    <w:rsid w:val="00820BDC"/>
    <w:rsid w:val="00830AD4"/>
    <w:rsid w:val="0083679E"/>
    <w:rsid w:val="0085040A"/>
    <w:rsid w:val="008514C8"/>
    <w:rsid w:val="008749AA"/>
    <w:rsid w:val="00876180"/>
    <w:rsid w:val="00877062"/>
    <w:rsid w:val="00883EAA"/>
    <w:rsid w:val="00884F1C"/>
    <w:rsid w:val="00892AC6"/>
    <w:rsid w:val="008936B9"/>
    <w:rsid w:val="008951C0"/>
    <w:rsid w:val="008B00B8"/>
    <w:rsid w:val="008B25B0"/>
    <w:rsid w:val="008C1861"/>
    <w:rsid w:val="008C4D8D"/>
    <w:rsid w:val="008C7034"/>
    <w:rsid w:val="008D19A4"/>
    <w:rsid w:val="008D31D6"/>
    <w:rsid w:val="008D4F43"/>
    <w:rsid w:val="008D7179"/>
    <w:rsid w:val="008E0E6A"/>
    <w:rsid w:val="008E1C1E"/>
    <w:rsid w:val="008E2180"/>
    <w:rsid w:val="008E3871"/>
    <w:rsid w:val="008E480A"/>
    <w:rsid w:val="00910ADB"/>
    <w:rsid w:val="00913F03"/>
    <w:rsid w:val="00914051"/>
    <w:rsid w:val="0091605C"/>
    <w:rsid w:val="00917414"/>
    <w:rsid w:val="00917D79"/>
    <w:rsid w:val="00943158"/>
    <w:rsid w:val="00943C47"/>
    <w:rsid w:val="009444FB"/>
    <w:rsid w:val="009445A0"/>
    <w:rsid w:val="00962BCF"/>
    <w:rsid w:val="0096760D"/>
    <w:rsid w:val="009743FC"/>
    <w:rsid w:val="009815F2"/>
    <w:rsid w:val="00987161"/>
    <w:rsid w:val="009A4103"/>
    <w:rsid w:val="009B013E"/>
    <w:rsid w:val="009B040C"/>
    <w:rsid w:val="009B2AC4"/>
    <w:rsid w:val="009B4831"/>
    <w:rsid w:val="009C43B6"/>
    <w:rsid w:val="009C630A"/>
    <w:rsid w:val="009C70E5"/>
    <w:rsid w:val="009D43D8"/>
    <w:rsid w:val="009D4745"/>
    <w:rsid w:val="009E07DB"/>
    <w:rsid w:val="009E1916"/>
    <w:rsid w:val="009E26A8"/>
    <w:rsid w:val="009E6E14"/>
    <w:rsid w:val="009F2381"/>
    <w:rsid w:val="009F31D6"/>
    <w:rsid w:val="00A003F4"/>
    <w:rsid w:val="00A023DE"/>
    <w:rsid w:val="00A0542B"/>
    <w:rsid w:val="00A0669E"/>
    <w:rsid w:val="00A1559F"/>
    <w:rsid w:val="00A3061C"/>
    <w:rsid w:val="00A30F38"/>
    <w:rsid w:val="00A3399C"/>
    <w:rsid w:val="00A373C6"/>
    <w:rsid w:val="00A42C49"/>
    <w:rsid w:val="00A4670F"/>
    <w:rsid w:val="00A53236"/>
    <w:rsid w:val="00A53B80"/>
    <w:rsid w:val="00A55804"/>
    <w:rsid w:val="00A566D4"/>
    <w:rsid w:val="00A57516"/>
    <w:rsid w:val="00A64DB6"/>
    <w:rsid w:val="00A65749"/>
    <w:rsid w:val="00A65A4E"/>
    <w:rsid w:val="00A72828"/>
    <w:rsid w:val="00A762C7"/>
    <w:rsid w:val="00A77929"/>
    <w:rsid w:val="00A81C11"/>
    <w:rsid w:val="00A839A0"/>
    <w:rsid w:val="00A921E0"/>
    <w:rsid w:val="00A95175"/>
    <w:rsid w:val="00AA1F94"/>
    <w:rsid w:val="00AA25A8"/>
    <w:rsid w:val="00AA3C6F"/>
    <w:rsid w:val="00AA4A9E"/>
    <w:rsid w:val="00AB36E7"/>
    <w:rsid w:val="00AB5A36"/>
    <w:rsid w:val="00AD0002"/>
    <w:rsid w:val="00AD07FD"/>
    <w:rsid w:val="00AD6B69"/>
    <w:rsid w:val="00AE013E"/>
    <w:rsid w:val="00AE7C45"/>
    <w:rsid w:val="00AF4A65"/>
    <w:rsid w:val="00B0065F"/>
    <w:rsid w:val="00B02A4E"/>
    <w:rsid w:val="00B053FF"/>
    <w:rsid w:val="00B24173"/>
    <w:rsid w:val="00B325F4"/>
    <w:rsid w:val="00B4104E"/>
    <w:rsid w:val="00B417E1"/>
    <w:rsid w:val="00B5731C"/>
    <w:rsid w:val="00B75E46"/>
    <w:rsid w:val="00B80C25"/>
    <w:rsid w:val="00B81617"/>
    <w:rsid w:val="00B8727D"/>
    <w:rsid w:val="00B94D18"/>
    <w:rsid w:val="00BA44F6"/>
    <w:rsid w:val="00BB157D"/>
    <w:rsid w:val="00BB7C57"/>
    <w:rsid w:val="00BC16F8"/>
    <w:rsid w:val="00BC18A8"/>
    <w:rsid w:val="00BC73C5"/>
    <w:rsid w:val="00BE1BF5"/>
    <w:rsid w:val="00BF512B"/>
    <w:rsid w:val="00C00092"/>
    <w:rsid w:val="00C00F8F"/>
    <w:rsid w:val="00C02C9C"/>
    <w:rsid w:val="00C06095"/>
    <w:rsid w:val="00C07E0D"/>
    <w:rsid w:val="00C15746"/>
    <w:rsid w:val="00C2235D"/>
    <w:rsid w:val="00C2607E"/>
    <w:rsid w:val="00C26409"/>
    <w:rsid w:val="00C303C6"/>
    <w:rsid w:val="00C333DE"/>
    <w:rsid w:val="00C37568"/>
    <w:rsid w:val="00C40C89"/>
    <w:rsid w:val="00C40DB4"/>
    <w:rsid w:val="00C46B2C"/>
    <w:rsid w:val="00C540AA"/>
    <w:rsid w:val="00C663A8"/>
    <w:rsid w:val="00C74F5B"/>
    <w:rsid w:val="00C755BC"/>
    <w:rsid w:val="00C93F8A"/>
    <w:rsid w:val="00C958EB"/>
    <w:rsid w:val="00C95B8D"/>
    <w:rsid w:val="00C97F62"/>
    <w:rsid w:val="00CA3BE4"/>
    <w:rsid w:val="00CA48E6"/>
    <w:rsid w:val="00CB52A0"/>
    <w:rsid w:val="00CB5711"/>
    <w:rsid w:val="00CD1918"/>
    <w:rsid w:val="00CD23F8"/>
    <w:rsid w:val="00CD322F"/>
    <w:rsid w:val="00CD6415"/>
    <w:rsid w:val="00CD7419"/>
    <w:rsid w:val="00CE24E8"/>
    <w:rsid w:val="00CE2A3D"/>
    <w:rsid w:val="00CE5BF9"/>
    <w:rsid w:val="00CF00A6"/>
    <w:rsid w:val="00CF0FCF"/>
    <w:rsid w:val="00D1198D"/>
    <w:rsid w:val="00D209E0"/>
    <w:rsid w:val="00D215DA"/>
    <w:rsid w:val="00D32E09"/>
    <w:rsid w:val="00D37282"/>
    <w:rsid w:val="00D41EA0"/>
    <w:rsid w:val="00D44A56"/>
    <w:rsid w:val="00D46DED"/>
    <w:rsid w:val="00D562A9"/>
    <w:rsid w:val="00D565D1"/>
    <w:rsid w:val="00D60F1D"/>
    <w:rsid w:val="00D6485C"/>
    <w:rsid w:val="00D77C60"/>
    <w:rsid w:val="00D86BDB"/>
    <w:rsid w:val="00D958C1"/>
    <w:rsid w:val="00DA2E30"/>
    <w:rsid w:val="00DB37B5"/>
    <w:rsid w:val="00DB3E06"/>
    <w:rsid w:val="00DC0FF7"/>
    <w:rsid w:val="00DC318A"/>
    <w:rsid w:val="00DC421D"/>
    <w:rsid w:val="00DC61DF"/>
    <w:rsid w:val="00DC655F"/>
    <w:rsid w:val="00DD07FC"/>
    <w:rsid w:val="00DD5B07"/>
    <w:rsid w:val="00DE3800"/>
    <w:rsid w:val="00DE73D0"/>
    <w:rsid w:val="00DF1D5D"/>
    <w:rsid w:val="00DF2826"/>
    <w:rsid w:val="00E05A80"/>
    <w:rsid w:val="00E07A61"/>
    <w:rsid w:val="00E21788"/>
    <w:rsid w:val="00E24A78"/>
    <w:rsid w:val="00E26C0F"/>
    <w:rsid w:val="00E40B2C"/>
    <w:rsid w:val="00E43A3B"/>
    <w:rsid w:val="00E448C1"/>
    <w:rsid w:val="00E4702C"/>
    <w:rsid w:val="00E4791F"/>
    <w:rsid w:val="00E5296A"/>
    <w:rsid w:val="00E54A6E"/>
    <w:rsid w:val="00E64D18"/>
    <w:rsid w:val="00E66E45"/>
    <w:rsid w:val="00E72513"/>
    <w:rsid w:val="00E73DA8"/>
    <w:rsid w:val="00E74CAE"/>
    <w:rsid w:val="00E76428"/>
    <w:rsid w:val="00E76CFF"/>
    <w:rsid w:val="00E86F4F"/>
    <w:rsid w:val="00E90E79"/>
    <w:rsid w:val="00E94820"/>
    <w:rsid w:val="00E94DB9"/>
    <w:rsid w:val="00E96EC9"/>
    <w:rsid w:val="00EA0E13"/>
    <w:rsid w:val="00EA64F6"/>
    <w:rsid w:val="00EA695D"/>
    <w:rsid w:val="00EB20C6"/>
    <w:rsid w:val="00EB250F"/>
    <w:rsid w:val="00EB7787"/>
    <w:rsid w:val="00EC18D3"/>
    <w:rsid w:val="00EC4C7B"/>
    <w:rsid w:val="00ED246E"/>
    <w:rsid w:val="00ED38D8"/>
    <w:rsid w:val="00ED63DB"/>
    <w:rsid w:val="00EE2A15"/>
    <w:rsid w:val="00EE32DE"/>
    <w:rsid w:val="00EE5B9C"/>
    <w:rsid w:val="00EF1FDC"/>
    <w:rsid w:val="00EF5BD5"/>
    <w:rsid w:val="00F00AAB"/>
    <w:rsid w:val="00F06934"/>
    <w:rsid w:val="00F070E9"/>
    <w:rsid w:val="00F07219"/>
    <w:rsid w:val="00F12CB7"/>
    <w:rsid w:val="00F23304"/>
    <w:rsid w:val="00F2727A"/>
    <w:rsid w:val="00F32CCF"/>
    <w:rsid w:val="00F33746"/>
    <w:rsid w:val="00F443CF"/>
    <w:rsid w:val="00F45EBE"/>
    <w:rsid w:val="00F56DE6"/>
    <w:rsid w:val="00F60A6F"/>
    <w:rsid w:val="00F6110F"/>
    <w:rsid w:val="00F61A42"/>
    <w:rsid w:val="00F6239A"/>
    <w:rsid w:val="00F6245B"/>
    <w:rsid w:val="00F67844"/>
    <w:rsid w:val="00F67E42"/>
    <w:rsid w:val="00F746D9"/>
    <w:rsid w:val="00F75F13"/>
    <w:rsid w:val="00F774F8"/>
    <w:rsid w:val="00F85991"/>
    <w:rsid w:val="00F86AFC"/>
    <w:rsid w:val="00F964E1"/>
    <w:rsid w:val="00FA2CC1"/>
    <w:rsid w:val="00FA3348"/>
    <w:rsid w:val="00FA572E"/>
    <w:rsid w:val="00FA7408"/>
    <w:rsid w:val="00FB5252"/>
    <w:rsid w:val="00FC2C2B"/>
    <w:rsid w:val="00FC7804"/>
    <w:rsid w:val="00FD3C0D"/>
    <w:rsid w:val="00FD700A"/>
    <w:rsid w:val="00FD731C"/>
    <w:rsid w:val="00FD79A2"/>
    <w:rsid w:val="00FE34B0"/>
    <w:rsid w:val="00FE601D"/>
    <w:rsid w:val="00FF57C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7C6"/>
    <w:pPr>
      <w:spacing w:line="360" w:lineRule="auto"/>
      <w:ind w:left="1714" w:right="29" w:hanging="432"/>
      <w:jc w:val="both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227C6"/>
    <w:rPr>
      <w:rFonts w:ascii="Calibri" w:eastAsia="Calibri" w:hAnsi="Calibri" w:cs="Times New Roman"/>
      <w:color w:val="0000FF"/>
      <w:u w:val="single"/>
    </w:rPr>
  </w:style>
  <w:style w:type="paragraph" w:styleId="ListParagraph">
    <w:name w:val="List Paragraph"/>
    <w:basedOn w:val="Normal"/>
    <w:qFormat/>
    <w:rsid w:val="006227C6"/>
    <w:pPr>
      <w:ind w:left="720"/>
      <w:contextualSpacing/>
    </w:pPr>
  </w:style>
  <w:style w:type="paragraph" w:styleId="Header">
    <w:name w:val="header"/>
    <w:basedOn w:val="Normal"/>
    <w:link w:val="HeaderChar"/>
    <w:rsid w:val="006227C6"/>
    <w:pPr>
      <w:tabs>
        <w:tab w:val="center" w:pos="4680"/>
        <w:tab w:val="right" w:pos="9360"/>
      </w:tabs>
      <w:spacing w:line="240" w:lineRule="auto"/>
    </w:pPr>
    <w:rPr>
      <w:sz w:val="20"/>
      <w:szCs w:val="20"/>
    </w:rPr>
  </w:style>
  <w:style w:type="character" w:customStyle="1" w:styleId="HeaderChar">
    <w:name w:val="Header Char"/>
    <w:link w:val="Header"/>
    <w:rsid w:val="006227C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6227C6"/>
    <w:pPr>
      <w:tabs>
        <w:tab w:val="center" w:pos="4680"/>
        <w:tab w:val="right" w:pos="9360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link w:val="Footer"/>
    <w:rsid w:val="006227C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rsid w:val="006227C6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227C6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rsid w:val="006227C6"/>
    <w:pPr>
      <w:spacing w:before="15" w:after="15" w:line="288" w:lineRule="auto"/>
      <w:ind w:left="15" w:right="15" w:firstLine="0"/>
    </w:pPr>
    <w:rPr>
      <w:rFonts w:ascii="Times New Roman" w:eastAsia="Times New Roman" w:hAnsi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n_hernawaty@yahoo.co.id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Normal.w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3</TotalTime>
  <Pages>5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 : Lamaran Pekerjaan</vt:lpstr>
    </vt:vector>
  </TitlesOfParts>
  <Company>PT Medco E&amp;P Indonesia</Company>
  <LinksUpToDate>false</LinksUpToDate>
  <CharactersWithSpaces>6307</CharactersWithSpaces>
  <SharedDoc>false</SharedDoc>
  <HLinks>
    <vt:vector size="6" baseType="variant">
      <vt:variant>
        <vt:i4>3670139</vt:i4>
      </vt:variant>
      <vt:variant>
        <vt:i4>0</vt:i4>
      </vt:variant>
      <vt:variant>
        <vt:i4>0</vt:i4>
      </vt:variant>
      <vt:variant>
        <vt:i4>5</vt:i4>
      </vt:variant>
      <vt:variant>
        <vt:lpwstr>mailto:n_hernawaty@yahoo.co.id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 : Lamaran Pekerjaan</dc:title>
  <dc:creator>compaq</dc:creator>
  <cp:lastModifiedBy>Windows User</cp:lastModifiedBy>
  <cp:revision>2</cp:revision>
  <cp:lastPrinted>2016-01-05T04:45:00Z</cp:lastPrinted>
  <dcterms:created xsi:type="dcterms:W3CDTF">2016-03-14T05:35:00Z</dcterms:created>
  <dcterms:modified xsi:type="dcterms:W3CDTF">2016-03-14T05:35:00Z</dcterms:modified>
</cp:coreProperties>
</file>